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B82" w:rsidRPr="00F81105" w:rsidRDefault="00DE0F65">
      <w:pPr>
        <w:pStyle w:val="H1"/>
        <w:spacing w:after="480"/>
        <w:rPr>
          <w:sz w:val="28"/>
          <w:szCs w:val="28"/>
        </w:rPr>
      </w:pPr>
      <w:r>
        <w:rPr>
          <w:sz w:val="28"/>
          <w:szCs w:val="28"/>
        </w:rPr>
        <w:t xml:space="preserve">2.1 Let’s practice </w:t>
      </w:r>
      <w:bookmarkStart w:id="0" w:name="_GoBack"/>
      <w:bookmarkEnd w:id="0"/>
      <w:r w:rsidR="00A34812" w:rsidRPr="00F81105">
        <w:rPr>
          <w:sz w:val="28"/>
          <w:szCs w:val="28"/>
        </w:rPr>
        <w:t>adding and subtracting decimals…and we’re going to estimate</w:t>
      </w:r>
      <w:r w:rsidR="00A34812" w:rsidRPr="00F81105">
        <w:rPr>
          <w:sz w:val="28"/>
          <w:szCs w:val="28"/>
        </w:rPr>
        <w:sym w:font="Wingdings" w:char="F04A"/>
      </w:r>
      <w:r w:rsidR="00757488" w:rsidRPr="00F81105">
        <w:rPr>
          <w:sz w:val="28"/>
          <w:szCs w:val="28"/>
        </w:rPr>
        <w:t xml:space="preserve"> </w:t>
      </w:r>
    </w:p>
    <w:p w:rsidR="00C83191" w:rsidRPr="00C5237A" w:rsidRDefault="00A34812" w:rsidP="00757488">
      <w:pPr>
        <w:pStyle w:val="NLnosp"/>
        <w:numPr>
          <w:ilvl w:val="0"/>
          <w:numId w:val="3"/>
        </w:numPr>
        <w:tabs>
          <w:tab w:val="clear" w:pos="360"/>
          <w:tab w:val="right" w:pos="187"/>
        </w:tabs>
        <w:spacing w:before="300" w:line="240" w:lineRule="auto"/>
        <w:ind w:firstLine="0"/>
        <w:rPr>
          <w:rFonts w:ascii="Verdana" w:hAnsi="Verdana"/>
          <w:sz w:val="20"/>
          <w:szCs w:val="20"/>
        </w:rPr>
      </w:pPr>
      <w:r w:rsidRPr="00C5237A">
        <w:rPr>
          <w:rFonts w:ascii="Verdana" w:hAnsi="Verdana"/>
          <w:sz w:val="20"/>
          <w:szCs w:val="20"/>
        </w:rPr>
        <w:t>Rewrite each question using front-end estimation</w:t>
      </w:r>
      <w:r w:rsidR="00C83191" w:rsidRPr="00C5237A">
        <w:rPr>
          <w:rFonts w:ascii="Verdana" w:hAnsi="Verdana"/>
          <w:sz w:val="20"/>
          <w:szCs w:val="20"/>
        </w:rPr>
        <w:t xml:space="preserve"> and then relative size estimation</w:t>
      </w:r>
      <w:r w:rsidRPr="00C5237A">
        <w:rPr>
          <w:rFonts w:ascii="Verdana" w:hAnsi="Verdana"/>
          <w:sz w:val="20"/>
          <w:szCs w:val="20"/>
        </w:rPr>
        <w:t>.</w:t>
      </w:r>
      <w:r w:rsidRPr="00C5237A">
        <w:rPr>
          <w:color w:val="0000FF"/>
          <w:sz w:val="20"/>
          <w:szCs w:val="20"/>
          <w:shd w:val="clear" w:color="auto" w:fill="CCCCCC"/>
        </w:rPr>
        <w:t xml:space="preserve">    </w:t>
      </w:r>
      <w:r w:rsidR="00C83191" w:rsidRPr="00C5237A">
        <w:rPr>
          <w:color w:val="0000FF"/>
          <w:sz w:val="20"/>
          <w:szCs w:val="20"/>
          <w:shd w:val="clear" w:color="auto" w:fill="CCCCCC"/>
        </w:rPr>
        <w:t xml:space="preserve"> </w:t>
      </w:r>
      <w:r w:rsidR="00C83191" w:rsidRPr="00C5237A">
        <w:rPr>
          <w:rFonts w:ascii="Verdana" w:hAnsi="Verdana"/>
          <w:sz w:val="20"/>
          <w:szCs w:val="20"/>
        </w:rPr>
        <w:t>Then calculate the exact answer.</w:t>
      </w:r>
    </w:p>
    <w:p w:rsidR="00757488" w:rsidRPr="00C5237A" w:rsidRDefault="00C83191" w:rsidP="00F81105">
      <w:pPr>
        <w:pStyle w:val="NLnosp"/>
        <w:numPr>
          <w:ilvl w:val="0"/>
          <w:numId w:val="5"/>
        </w:numPr>
        <w:tabs>
          <w:tab w:val="clear" w:pos="360"/>
          <w:tab w:val="right" w:pos="187"/>
        </w:tabs>
        <w:spacing w:before="300" w:line="240" w:lineRule="auto"/>
        <w:rPr>
          <w:rFonts w:ascii="Verdana" w:hAnsi="Verdana"/>
          <w:sz w:val="20"/>
          <w:szCs w:val="20"/>
        </w:rPr>
      </w:pPr>
      <w:r w:rsidRPr="00C5237A">
        <w:rPr>
          <w:rFonts w:ascii="Verdana" w:hAnsi="Verdana"/>
          <w:sz w:val="20"/>
          <w:szCs w:val="20"/>
        </w:rPr>
        <w:t>Hanna</w:t>
      </w:r>
      <w:r w:rsidR="00757488" w:rsidRPr="00C5237A">
        <w:rPr>
          <w:rFonts w:ascii="Verdana" w:hAnsi="Verdana"/>
          <w:sz w:val="20"/>
          <w:szCs w:val="20"/>
        </w:rPr>
        <w:t xml:space="preserve"> spent $</w:t>
      </w:r>
      <w:proofErr w:type="gramStart"/>
      <w:r w:rsidR="00757488" w:rsidRPr="00C5237A">
        <w:rPr>
          <w:rFonts w:ascii="Verdana" w:hAnsi="Verdana"/>
          <w:sz w:val="20"/>
          <w:szCs w:val="20"/>
        </w:rPr>
        <w:t>45</w:t>
      </w:r>
      <w:r w:rsidRPr="00C5237A">
        <w:rPr>
          <w:rFonts w:ascii="Verdana" w:hAnsi="Verdana"/>
          <w:sz w:val="20"/>
          <w:szCs w:val="20"/>
        </w:rPr>
        <w:t xml:space="preserve">.25 </w:t>
      </w:r>
      <w:r w:rsidR="00757488" w:rsidRPr="00C5237A">
        <w:rPr>
          <w:rFonts w:ascii="Verdana" w:hAnsi="Verdana"/>
          <w:sz w:val="20"/>
          <w:szCs w:val="20"/>
        </w:rPr>
        <w:t>,</w:t>
      </w:r>
      <w:proofErr w:type="gramEnd"/>
      <w:r w:rsidR="00757488" w:rsidRPr="00C5237A">
        <w:rPr>
          <w:rFonts w:ascii="Verdana" w:hAnsi="Verdana"/>
          <w:sz w:val="20"/>
          <w:szCs w:val="20"/>
        </w:rPr>
        <w:t xml:space="preserve"> $33</w:t>
      </w:r>
      <w:r w:rsidRPr="00C5237A">
        <w:rPr>
          <w:rFonts w:ascii="Verdana" w:hAnsi="Verdana"/>
          <w:sz w:val="20"/>
          <w:szCs w:val="20"/>
        </w:rPr>
        <w:t>.60</w:t>
      </w:r>
      <w:r w:rsidR="00757488" w:rsidRPr="00C5237A">
        <w:rPr>
          <w:rFonts w:ascii="Verdana" w:hAnsi="Verdana"/>
          <w:sz w:val="20"/>
          <w:szCs w:val="20"/>
        </w:rPr>
        <w:t xml:space="preserve"> and $92</w:t>
      </w:r>
      <w:r w:rsidRPr="00C5237A">
        <w:rPr>
          <w:rFonts w:ascii="Verdana" w:hAnsi="Verdana"/>
          <w:sz w:val="20"/>
          <w:szCs w:val="20"/>
        </w:rPr>
        <w:t>.99</w:t>
      </w:r>
      <w:r w:rsidR="00757488" w:rsidRPr="00C5237A">
        <w:rPr>
          <w:rFonts w:ascii="Verdana" w:hAnsi="Verdana"/>
          <w:sz w:val="20"/>
          <w:szCs w:val="20"/>
        </w:rPr>
        <w:t xml:space="preserve"> on new basketball shoes throughout thi</w:t>
      </w:r>
      <w:r w:rsidRPr="00C5237A">
        <w:rPr>
          <w:rFonts w:ascii="Verdana" w:hAnsi="Verdana"/>
          <w:sz w:val="20"/>
          <w:szCs w:val="20"/>
        </w:rPr>
        <w:t>s past year.  How much did Hanna</w:t>
      </w:r>
      <w:r w:rsidR="00757488" w:rsidRPr="00C5237A">
        <w:rPr>
          <w:rFonts w:ascii="Verdana" w:hAnsi="Verdana"/>
          <w:sz w:val="20"/>
          <w:szCs w:val="20"/>
        </w:rPr>
        <w:t xml:space="preserve"> spend on her hobby?</w:t>
      </w:r>
    </w:p>
    <w:p w:rsidR="00F81105" w:rsidRPr="00C5237A" w:rsidRDefault="00F81105" w:rsidP="00F81105">
      <w:pPr>
        <w:pStyle w:val="NLnosp"/>
        <w:tabs>
          <w:tab w:val="clear" w:pos="360"/>
          <w:tab w:val="right" w:pos="187"/>
        </w:tabs>
        <w:spacing w:before="300" w:line="240" w:lineRule="auto"/>
        <w:ind w:left="1080" w:firstLine="0"/>
        <w:rPr>
          <w:rFonts w:ascii="Verdana" w:hAnsi="Verdana"/>
          <w:sz w:val="20"/>
          <w:szCs w:val="20"/>
        </w:rPr>
      </w:pPr>
      <w:r w:rsidRPr="00C5237A">
        <w:rPr>
          <w:noProof/>
          <w:color w:val="0000FF"/>
          <w:sz w:val="20"/>
          <w:szCs w:val="20"/>
          <w:shd w:val="clear" w:color="auto" w:fill="CCCCCC"/>
          <w:lang w:val="en-US"/>
        </w:rPr>
        <w:drawing>
          <wp:inline distT="0" distB="0" distL="0" distR="0" wp14:anchorId="7AF445FC" wp14:editId="082DC0AC">
            <wp:extent cx="817649" cy="534154"/>
            <wp:effectExtent l="19050" t="0" r="1501" b="0"/>
            <wp:docPr id="4" name="Picture 4" descr="http://t1.gstatic.com/images?q=tbn:ANd9GcSgUX8KrOY2aComOts1QSZtUd4j2iU3inOpvpO5oHD8P5CEE9J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1.gstatic.com/images?q=tbn:ANd9GcSgUX8KrOY2aComOts1QSZtUd4j2iU3inOpvpO5oHD8P5CEE9J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956" cy="535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5237A">
        <w:rPr>
          <w:noProof/>
          <w:color w:val="0000FF"/>
          <w:sz w:val="20"/>
          <w:szCs w:val="20"/>
          <w:shd w:val="clear" w:color="auto" w:fill="CCCCCC"/>
          <w:lang w:val="en-US"/>
        </w:rPr>
        <w:t xml:space="preserve"> </w:t>
      </w:r>
      <w:r w:rsidRPr="00C5237A">
        <w:rPr>
          <w:noProof/>
          <w:color w:val="0000FF"/>
          <w:sz w:val="20"/>
          <w:szCs w:val="20"/>
          <w:shd w:val="clear" w:color="auto" w:fill="CCCCCC"/>
          <w:lang w:val="en-US"/>
        </w:rPr>
        <w:drawing>
          <wp:inline distT="0" distB="0" distL="0" distR="0" wp14:anchorId="5E453E28" wp14:editId="216E5CCD">
            <wp:extent cx="768601" cy="509001"/>
            <wp:effectExtent l="19050" t="0" r="0" b="0"/>
            <wp:docPr id="1" name="Picture 1" descr="http://t0.gstatic.com/images?q=tbn:ANd9GcQWtjZphTJC674TpdOz5_rwIjm66L964xkdk6jM_9Kd9EDpRUG2HQ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QWtjZphTJC674TpdOz5_rwIjm66L964xkdk6jM_9Kd9EDpRUG2HQ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107" cy="509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5237A">
        <w:rPr>
          <w:noProof/>
          <w:color w:val="0000FF"/>
          <w:sz w:val="20"/>
          <w:szCs w:val="20"/>
          <w:shd w:val="clear" w:color="auto" w:fill="CCCCCC"/>
          <w:lang w:val="en-US"/>
        </w:rPr>
        <w:t xml:space="preserve"> </w:t>
      </w:r>
      <w:r w:rsidRPr="00C5237A">
        <w:rPr>
          <w:noProof/>
          <w:color w:val="0000FF"/>
          <w:sz w:val="20"/>
          <w:szCs w:val="20"/>
          <w:shd w:val="clear" w:color="auto" w:fill="CCCCCC"/>
          <w:lang w:val="en-US"/>
        </w:rPr>
        <w:drawing>
          <wp:inline distT="0" distB="0" distL="0" distR="0" wp14:anchorId="21EAD6E7" wp14:editId="494318C2">
            <wp:extent cx="627051" cy="588475"/>
            <wp:effectExtent l="19050" t="0" r="1599" b="0"/>
            <wp:docPr id="7" name="Picture 7" descr="http://t3.gstatic.com/images?q=tbn:ANd9GcTcRF3s64rojurt93zGJyo2_V1YXDA38htk1DeVF4T08Sa7Y-EkvA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3.gstatic.com/images?q=tbn:ANd9GcTcRF3s64rojurt93zGJyo2_V1YXDA38htk1DeVF4T08Sa7Y-EkvA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97" cy="588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488" w:rsidRPr="00C5237A" w:rsidRDefault="00C83191" w:rsidP="00F81105">
      <w:pPr>
        <w:pStyle w:val="NLa"/>
        <w:tabs>
          <w:tab w:val="left" w:pos="5661"/>
          <w:tab w:val="left" w:pos="6066"/>
        </w:tabs>
        <w:rPr>
          <w:rFonts w:ascii="Verdana" w:hAnsi="Verdana"/>
          <w:sz w:val="20"/>
          <w:szCs w:val="20"/>
        </w:rPr>
      </w:pPr>
      <w:r w:rsidRPr="00C5237A">
        <w:rPr>
          <w:rFonts w:ascii="Verdana" w:hAnsi="Verdana"/>
          <w:sz w:val="20"/>
          <w:szCs w:val="20"/>
        </w:rPr>
        <w:t xml:space="preserve"> </w:t>
      </w:r>
      <w:r w:rsidR="00A34812" w:rsidRPr="00C5237A">
        <w:rPr>
          <w:rFonts w:ascii="Verdana" w:hAnsi="Verdana"/>
          <w:sz w:val="20"/>
          <w:szCs w:val="20"/>
        </w:rPr>
        <w:t>45</w:t>
      </w:r>
      <w:r w:rsidRPr="00C5237A">
        <w:rPr>
          <w:rFonts w:ascii="Verdana" w:hAnsi="Verdana"/>
          <w:sz w:val="20"/>
          <w:szCs w:val="20"/>
        </w:rPr>
        <w:t>.25</w:t>
      </w:r>
      <w:r w:rsidR="00A34812" w:rsidRPr="00C5237A">
        <w:rPr>
          <w:rFonts w:ascii="Verdana" w:hAnsi="Verdana"/>
          <w:sz w:val="20"/>
          <w:szCs w:val="20"/>
        </w:rPr>
        <w:t xml:space="preserve"> + 33</w:t>
      </w:r>
      <w:r w:rsidRPr="00C5237A">
        <w:rPr>
          <w:rFonts w:ascii="Verdana" w:hAnsi="Verdana"/>
          <w:sz w:val="20"/>
          <w:szCs w:val="20"/>
        </w:rPr>
        <w:t>.60</w:t>
      </w:r>
      <w:r w:rsidR="00A34812" w:rsidRPr="00C5237A">
        <w:rPr>
          <w:rFonts w:ascii="Verdana" w:hAnsi="Verdana"/>
          <w:sz w:val="20"/>
          <w:szCs w:val="20"/>
        </w:rPr>
        <w:t xml:space="preserve"> + 92</w:t>
      </w:r>
      <w:r w:rsidRPr="00C5237A">
        <w:rPr>
          <w:rFonts w:ascii="Verdana" w:hAnsi="Verdana"/>
          <w:sz w:val="20"/>
          <w:szCs w:val="20"/>
        </w:rPr>
        <w:t>.99</w:t>
      </w:r>
      <w:r w:rsidR="00A34812" w:rsidRPr="00C5237A">
        <w:rPr>
          <w:rFonts w:ascii="Verdana" w:hAnsi="Verdana"/>
          <w:sz w:val="20"/>
          <w:szCs w:val="20"/>
        </w:rPr>
        <w:t xml:space="preserve"> </w:t>
      </w:r>
      <w:r w:rsidR="00F81105" w:rsidRPr="00C5237A">
        <w:rPr>
          <w:rFonts w:ascii="Verdana" w:hAnsi="Verdana"/>
          <w:sz w:val="20"/>
          <w:szCs w:val="20"/>
        </w:rPr>
        <w:t>=</w:t>
      </w:r>
    </w:p>
    <w:p w:rsidR="00C83191" w:rsidRPr="00C5237A" w:rsidRDefault="00C83191" w:rsidP="00757488">
      <w:pPr>
        <w:pStyle w:val="NLa"/>
        <w:tabs>
          <w:tab w:val="left" w:pos="5661"/>
          <w:tab w:val="left" w:pos="6066"/>
        </w:tabs>
        <w:ind w:left="770" w:firstLine="0"/>
        <w:rPr>
          <w:rFonts w:ascii="Verdana" w:hAnsi="Verdana"/>
          <w:sz w:val="20"/>
          <w:szCs w:val="20"/>
        </w:rPr>
      </w:pPr>
      <w:r w:rsidRPr="00C5237A">
        <w:rPr>
          <w:rFonts w:ascii="Verdana" w:hAnsi="Verdana"/>
          <w:sz w:val="20"/>
          <w:szCs w:val="20"/>
        </w:rPr>
        <w:t>Front end estimation:</w:t>
      </w:r>
    </w:p>
    <w:p w:rsidR="00C83191" w:rsidRPr="00C5237A" w:rsidRDefault="00C83191" w:rsidP="00757488">
      <w:pPr>
        <w:pStyle w:val="NLa"/>
        <w:tabs>
          <w:tab w:val="left" w:pos="5661"/>
          <w:tab w:val="left" w:pos="6066"/>
        </w:tabs>
        <w:ind w:left="770" w:firstLine="0"/>
        <w:rPr>
          <w:rFonts w:ascii="Verdana" w:hAnsi="Verdana"/>
          <w:sz w:val="20"/>
          <w:szCs w:val="20"/>
        </w:rPr>
      </w:pPr>
    </w:p>
    <w:p w:rsidR="00C83191" w:rsidRPr="00C5237A" w:rsidRDefault="00C83191" w:rsidP="00757488">
      <w:pPr>
        <w:pStyle w:val="NLa"/>
        <w:tabs>
          <w:tab w:val="left" w:pos="5661"/>
          <w:tab w:val="left" w:pos="6066"/>
        </w:tabs>
        <w:ind w:left="770" w:firstLine="0"/>
        <w:rPr>
          <w:rFonts w:ascii="Verdana" w:hAnsi="Verdana"/>
          <w:sz w:val="20"/>
          <w:szCs w:val="20"/>
        </w:rPr>
      </w:pPr>
    </w:p>
    <w:p w:rsidR="00C83191" w:rsidRPr="00C5237A" w:rsidRDefault="00C83191" w:rsidP="00757488">
      <w:pPr>
        <w:pStyle w:val="NLa"/>
        <w:tabs>
          <w:tab w:val="left" w:pos="5661"/>
          <w:tab w:val="left" w:pos="6066"/>
        </w:tabs>
        <w:ind w:left="770" w:firstLine="0"/>
        <w:rPr>
          <w:rFonts w:ascii="Verdana" w:hAnsi="Verdana"/>
          <w:sz w:val="20"/>
          <w:szCs w:val="20"/>
        </w:rPr>
      </w:pPr>
      <w:r w:rsidRPr="00C5237A">
        <w:rPr>
          <w:rFonts w:ascii="Verdana" w:hAnsi="Verdana"/>
          <w:sz w:val="20"/>
          <w:szCs w:val="20"/>
        </w:rPr>
        <w:t>Relative size estimation:</w:t>
      </w:r>
    </w:p>
    <w:p w:rsidR="00C83191" w:rsidRPr="00C5237A" w:rsidRDefault="00C83191" w:rsidP="00757488">
      <w:pPr>
        <w:pStyle w:val="NLa"/>
        <w:tabs>
          <w:tab w:val="left" w:pos="5661"/>
          <w:tab w:val="left" w:pos="6066"/>
        </w:tabs>
        <w:ind w:left="770" w:firstLine="0"/>
        <w:rPr>
          <w:rFonts w:ascii="Verdana" w:hAnsi="Verdana"/>
          <w:sz w:val="20"/>
          <w:szCs w:val="20"/>
        </w:rPr>
      </w:pPr>
    </w:p>
    <w:p w:rsidR="00C83191" w:rsidRPr="00C5237A" w:rsidRDefault="00C83191" w:rsidP="00757488">
      <w:pPr>
        <w:pStyle w:val="NLa"/>
        <w:tabs>
          <w:tab w:val="left" w:pos="5661"/>
          <w:tab w:val="left" w:pos="6066"/>
        </w:tabs>
        <w:ind w:left="770" w:firstLine="0"/>
        <w:rPr>
          <w:rFonts w:ascii="Verdana" w:hAnsi="Verdana"/>
          <w:sz w:val="20"/>
          <w:szCs w:val="20"/>
        </w:rPr>
      </w:pPr>
    </w:p>
    <w:p w:rsidR="00C83191" w:rsidRPr="00C5237A" w:rsidRDefault="00C83191" w:rsidP="00757488">
      <w:pPr>
        <w:pStyle w:val="NLa"/>
        <w:tabs>
          <w:tab w:val="left" w:pos="5661"/>
          <w:tab w:val="left" w:pos="6066"/>
        </w:tabs>
        <w:ind w:left="770" w:firstLine="0"/>
        <w:rPr>
          <w:rFonts w:ascii="Verdana" w:hAnsi="Verdana"/>
          <w:sz w:val="20"/>
          <w:szCs w:val="20"/>
        </w:rPr>
      </w:pPr>
      <w:r w:rsidRPr="00C5237A">
        <w:rPr>
          <w:rFonts w:ascii="Verdana" w:hAnsi="Verdana"/>
          <w:sz w:val="20"/>
          <w:szCs w:val="20"/>
        </w:rPr>
        <w:t>Exact Number:</w:t>
      </w:r>
    </w:p>
    <w:p w:rsidR="00C83191" w:rsidRPr="00C5237A" w:rsidRDefault="00C83191" w:rsidP="00757488">
      <w:pPr>
        <w:pStyle w:val="NLa"/>
        <w:tabs>
          <w:tab w:val="left" w:pos="5661"/>
          <w:tab w:val="left" w:pos="6066"/>
        </w:tabs>
        <w:ind w:left="770" w:firstLine="0"/>
        <w:rPr>
          <w:rFonts w:ascii="Verdana" w:hAnsi="Verdana"/>
          <w:sz w:val="20"/>
          <w:szCs w:val="20"/>
        </w:rPr>
      </w:pPr>
    </w:p>
    <w:p w:rsidR="00C83191" w:rsidRPr="00C5237A" w:rsidRDefault="00C83191" w:rsidP="00757488">
      <w:pPr>
        <w:pStyle w:val="NLa"/>
        <w:tabs>
          <w:tab w:val="left" w:pos="5661"/>
          <w:tab w:val="left" w:pos="6066"/>
        </w:tabs>
        <w:ind w:left="770" w:firstLine="0"/>
        <w:rPr>
          <w:rFonts w:ascii="Verdana" w:hAnsi="Verdana"/>
          <w:sz w:val="20"/>
          <w:szCs w:val="20"/>
        </w:rPr>
      </w:pPr>
    </w:p>
    <w:p w:rsidR="00757488" w:rsidRPr="00C5237A" w:rsidRDefault="00F81105" w:rsidP="00C5237A">
      <w:pPr>
        <w:pStyle w:val="NLa"/>
        <w:tabs>
          <w:tab w:val="left" w:pos="5661"/>
          <w:tab w:val="left" w:pos="6066"/>
        </w:tabs>
        <w:rPr>
          <w:rFonts w:ascii="Verdana" w:hAnsi="Verdana"/>
          <w:sz w:val="20"/>
          <w:szCs w:val="20"/>
        </w:rPr>
      </w:pPr>
      <w:r w:rsidRPr="00C5237A">
        <w:rPr>
          <w:rFonts w:ascii="Verdana" w:hAnsi="Verdana"/>
          <w:sz w:val="20"/>
          <w:szCs w:val="20"/>
        </w:rPr>
        <w:t>b) Aaron sponsored a sick elephant</w:t>
      </w:r>
      <w:r w:rsidR="00757488" w:rsidRPr="00C5237A">
        <w:rPr>
          <w:rFonts w:ascii="Verdana" w:hAnsi="Verdana"/>
          <w:sz w:val="20"/>
          <w:szCs w:val="20"/>
        </w:rPr>
        <w:t xml:space="preserve"> h</w:t>
      </w:r>
      <w:r w:rsidRPr="00C5237A">
        <w:rPr>
          <w:rFonts w:ascii="Verdana" w:hAnsi="Verdana"/>
          <w:sz w:val="20"/>
          <w:szCs w:val="20"/>
        </w:rPr>
        <w:t>as his charity during the summer</w:t>
      </w:r>
      <w:r w:rsidR="00757488" w:rsidRPr="00C5237A">
        <w:rPr>
          <w:rFonts w:ascii="Verdana" w:hAnsi="Verdana"/>
          <w:sz w:val="20"/>
          <w:szCs w:val="20"/>
        </w:rPr>
        <w:t xml:space="preserve">.  He spent $46.30, $13.5 and $18.20 on medical expenses and </w:t>
      </w:r>
      <w:r w:rsidRPr="00C5237A">
        <w:rPr>
          <w:rFonts w:ascii="Verdana" w:hAnsi="Verdana"/>
          <w:sz w:val="20"/>
          <w:szCs w:val="20"/>
        </w:rPr>
        <w:t xml:space="preserve">rehabilitation </w:t>
      </w:r>
      <w:r w:rsidR="00757488" w:rsidRPr="00C5237A">
        <w:rPr>
          <w:rFonts w:ascii="Verdana" w:hAnsi="Verdana"/>
          <w:sz w:val="20"/>
          <w:szCs w:val="20"/>
        </w:rPr>
        <w:t>toys f</w:t>
      </w:r>
      <w:r w:rsidRPr="00C5237A">
        <w:rPr>
          <w:rFonts w:ascii="Verdana" w:hAnsi="Verdana"/>
          <w:sz w:val="20"/>
          <w:szCs w:val="20"/>
        </w:rPr>
        <w:t>or the elephant.  How much did Aaron</w:t>
      </w:r>
      <w:r w:rsidR="00757488" w:rsidRPr="00C5237A">
        <w:rPr>
          <w:rFonts w:ascii="Verdana" w:hAnsi="Verdana"/>
          <w:sz w:val="20"/>
          <w:szCs w:val="20"/>
        </w:rPr>
        <w:t xml:space="preserve"> spend on this charitable work?</w:t>
      </w:r>
    </w:p>
    <w:p w:rsidR="00C83191" w:rsidRPr="00C5237A" w:rsidRDefault="00C83191" w:rsidP="00F81105">
      <w:pPr>
        <w:pStyle w:val="NLa"/>
        <w:tabs>
          <w:tab w:val="left" w:pos="5661"/>
          <w:tab w:val="left" w:pos="6066"/>
        </w:tabs>
        <w:rPr>
          <w:rFonts w:ascii="Verdana" w:hAnsi="Verdana"/>
          <w:sz w:val="20"/>
          <w:szCs w:val="20"/>
        </w:rPr>
      </w:pPr>
      <w:r w:rsidRPr="00C5237A">
        <w:rPr>
          <w:rFonts w:ascii="Verdana" w:hAnsi="Verdana"/>
          <w:sz w:val="20"/>
          <w:szCs w:val="20"/>
        </w:rPr>
        <w:t>Front end estimation:</w:t>
      </w:r>
    </w:p>
    <w:p w:rsidR="00C83191" w:rsidRPr="00C5237A" w:rsidRDefault="00C83191" w:rsidP="00C83191">
      <w:pPr>
        <w:pStyle w:val="NLa"/>
        <w:tabs>
          <w:tab w:val="left" w:pos="5661"/>
          <w:tab w:val="left" w:pos="6066"/>
        </w:tabs>
        <w:ind w:left="760" w:hanging="380"/>
        <w:rPr>
          <w:rFonts w:ascii="Verdana" w:hAnsi="Verdana"/>
          <w:sz w:val="20"/>
          <w:szCs w:val="20"/>
        </w:rPr>
      </w:pPr>
    </w:p>
    <w:p w:rsidR="00C83191" w:rsidRPr="00C5237A" w:rsidRDefault="00C83191" w:rsidP="00C83191">
      <w:pPr>
        <w:pStyle w:val="NLa"/>
        <w:tabs>
          <w:tab w:val="left" w:pos="5661"/>
          <w:tab w:val="left" w:pos="6066"/>
        </w:tabs>
        <w:ind w:left="760" w:hanging="380"/>
        <w:rPr>
          <w:rFonts w:ascii="Verdana" w:hAnsi="Verdana"/>
          <w:sz w:val="20"/>
          <w:szCs w:val="20"/>
        </w:rPr>
      </w:pPr>
    </w:p>
    <w:p w:rsidR="00C83191" w:rsidRPr="00C5237A" w:rsidRDefault="00C83191" w:rsidP="00C83191">
      <w:pPr>
        <w:pStyle w:val="NLa"/>
        <w:tabs>
          <w:tab w:val="left" w:pos="5661"/>
          <w:tab w:val="left" w:pos="6066"/>
        </w:tabs>
        <w:ind w:left="760" w:hanging="380"/>
        <w:rPr>
          <w:rFonts w:ascii="Verdana" w:hAnsi="Verdana"/>
          <w:sz w:val="20"/>
          <w:szCs w:val="20"/>
        </w:rPr>
      </w:pPr>
      <w:r w:rsidRPr="00C5237A">
        <w:rPr>
          <w:rFonts w:ascii="Verdana" w:hAnsi="Verdana"/>
          <w:sz w:val="20"/>
          <w:szCs w:val="20"/>
        </w:rPr>
        <w:t>Relative Size:</w:t>
      </w:r>
    </w:p>
    <w:p w:rsidR="00C83191" w:rsidRPr="00C5237A" w:rsidRDefault="00C83191" w:rsidP="00C83191">
      <w:pPr>
        <w:pStyle w:val="NLa"/>
        <w:tabs>
          <w:tab w:val="left" w:pos="5661"/>
          <w:tab w:val="left" w:pos="6066"/>
        </w:tabs>
        <w:ind w:left="760" w:hanging="380"/>
        <w:rPr>
          <w:rFonts w:ascii="Verdana" w:hAnsi="Verdana"/>
          <w:sz w:val="20"/>
          <w:szCs w:val="20"/>
        </w:rPr>
      </w:pPr>
    </w:p>
    <w:p w:rsidR="00C83191" w:rsidRPr="00C5237A" w:rsidRDefault="00C83191" w:rsidP="00C83191">
      <w:pPr>
        <w:pStyle w:val="NLa"/>
        <w:tabs>
          <w:tab w:val="left" w:pos="5661"/>
          <w:tab w:val="left" w:pos="6066"/>
        </w:tabs>
        <w:ind w:left="760" w:hanging="380"/>
        <w:rPr>
          <w:rFonts w:ascii="Verdana" w:hAnsi="Verdana"/>
          <w:sz w:val="20"/>
          <w:szCs w:val="20"/>
        </w:rPr>
      </w:pPr>
    </w:p>
    <w:p w:rsidR="00C83191" w:rsidRPr="00C5237A" w:rsidRDefault="00C83191" w:rsidP="00C83191">
      <w:pPr>
        <w:pStyle w:val="NLa"/>
        <w:tabs>
          <w:tab w:val="left" w:pos="5661"/>
          <w:tab w:val="left" w:pos="6066"/>
        </w:tabs>
        <w:ind w:left="760" w:hanging="380"/>
        <w:rPr>
          <w:rFonts w:ascii="Verdana" w:hAnsi="Verdana"/>
          <w:sz w:val="20"/>
          <w:szCs w:val="20"/>
        </w:rPr>
      </w:pPr>
      <w:r w:rsidRPr="00C5237A">
        <w:rPr>
          <w:rFonts w:ascii="Verdana" w:hAnsi="Verdana"/>
          <w:sz w:val="20"/>
          <w:szCs w:val="20"/>
        </w:rPr>
        <w:t>Exact Number:</w:t>
      </w:r>
    </w:p>
    <w:p w:rsidR="006D2B82" w:rsidRPr="00C5237A" w:rsidRDefault="00A34812" w:rsidP="00C83191">
      <w:pPr>
        <w:pStyle w:val="NLa"/>
        <w:tabs>
          <w:tab w:val="left" w:pos="5661"/>
          <w:tab w:val="left" w:pos="6066"/>
        </w:tabs>
        <w:ind w:left="760" w:hanging="380"/>
        <w:rPr>
          <w:rFonts w:ascii="Verdana" w:hAnsi="Verdana"/>
          <w:sz w:val="20"/>
          <w:szCs w:val="20"/>
        </w:rPr>
      </w:pPr>
      <w:r w:rsidRPr="00C5237A">
        <w:rPr>
          <w:rFonts w:ascii="Verdana" w:hAnsi="Verdana"/>
          <w:sz w:val="20"/>
          <w:szCs w:val="20"/>
        </w:rPr>
        <w:tab/>
      </w:r>
      <w:r w:rsidRPr="00C5237A">
        <w:rPr>
          <w:rFonts w:ascii="Verdana" w:hAnsi="Verdana"/>
          <w:sz w:val="20"/>
          <w:szCs w:val="20"/>
        </w:rPr>
        <w:tab/>
      </w:r>
    </w:p>
    <w:p w:rsidR="006D2B82" w:rsidRPr="00C5237A" w:rsidRDefault="006D2B82">
      <w:pPr>
        <w:pStyle w:val="NL"/>
        <w:tabs>
          <w:tab w:val="clear" w:pos="360"/>
          <w:tab w:val="right" w:pos="187"/>
        </w:tabs>
        <w:spacing w:before="0" w:line="240" w:lineRule="auto"/>
        <w:ind w:left="360" w:hanging="360"/>
        <w:rPr>
          <w:rFonts w:ascii="Verdana" w:hAnsi="Verdana"/>
          <w:b/>
          <w:sz w:val="20"/>
          <w:szCs w:val="20"/>
        </w:rPr>
      </w:pPr>
    </w:p>
    <w:p w:rsidR="00757488" w:rsidRPr="00112221" w:rsidRDefault="00F81105">
      <w:pPr>
        <w:pStyle w:val="NL"/>
        <w:tabs>
          <w:tab w:val="clear" w:pos="360"/>
          <w:tab w:val="right" w:pos="187"/>
        </w:tabs>
        <w:spacing w:before="0" w:line="240" w:lineRule="auto"/>
        <w:ind w:left="360" w:hanging="360"/>
        <w:rPr>
          <w:rFonts w:ascii="Verdana" w:hAnsi="Verdana"/>
          <w:sz w:val="18"/>
          <w:szCs w:val="18"/>
        </w:rPr>
      </w:pPr>
      <w:r w:rsidRPr="00112221">
        <w:rPr>
          <w:rFonts w:ascii="Verdana" w:hAnsi="Verdana"/>
          <w:sz w:val="18"/>
          <w:szCs w:val="18"/>
        </w:rPr>
        <w:lastRenderedPageBreak/>
        <w:t xml:space="preserve">    c) </w:t>
      </w:r>
      <w:r w:rsidR="00A34812" w:rsidRPr="00112221">
        <w:rPr>
          <w:rFonts w:ascii="Verdana" w:hAnsi="Verdana"/>
          <w:sz w:val="18"/>
          <w:szCs w:val="18"/>
        </w:rPr>
        <w:t>Rewrite each question using front-end estimation</w:t>
      </w:r>
      <w:r w:rsidR="00C83191" w:rsidRPr="00112221">
        <w:rPr>
          <w:rFonts w:ascii="Verdana" w:hAnsi="Verdana"/>
          <w:sz w:val="18"/>
          <w:szCs w:val="18"/>
        </w:rPr>
        <w:t xml:space="preserve"> and then relative size</w:t>
      </w:r>
      <w:r w:rsidR="00A34812" w:rsidRPr="00112221">
        <w:rPr>
          <w:rFonts w:ascii="Verdana" w:hAnsi="Verdana"/>
          <w:sz w:val="18"/>
          <w:szCs w:val="18"/>
        </w:rPr>
        <w:t xml:space="preserve">. </w:t>
      </w:r>
      <w:r w:rsidRPr="00112221">
        <w:rPr>
          <w:rFonts w:ascii="Verdana" w:hAnsi="Verdana"/>
          <w:sz w:val="18"/>
          <w:szCs w:val="18"/>
        </w:rPr>
        <w:t>Wow, Brendan</w:t>
      </w:r>
      <w:r w:rsidR="00757488" w:rsidRPr="00112221">
        <w:rPr>
          <w:rFonts w:ascii="Verdana" w:hAnsi="Verdana"/>
          <w:sz w:val="18"/>
          <w:szCs w:val="18"/>
        </w:rPr>
        <w:t xml:space="preserve"> has $475.12</w:t>
      </w:r>
      <w:r w:rsidRPr="00112221">
        <w:rPr>
          <w:rFonts w:ascii="Verdana" w:hAnsi="Verdana"/>
          <w:sz w:val="18"/>
          <w:szCs w:val="18"/>
        </w:rPr>
        <w:t xml:space="preserve"> during the new Red Deer Monopoly game (this version has coins!)</w:t>
      </w:r>
      <w:r w:rsidR="00757488" w:rsidRPr="00112221">
        <w:rPr>
          <w:rFonts w:ascii="Verdana" w:hAnsi="Verdana"/>
          <w:sz w:val="18"/>
          <w:szCs w:val="18"/>
        </w:rPr>
        <w:t xml:space="preserve"> </w:t>
      </w:r>
      <w:r w:rsidRPr="00112221">
        <w:rPr>
          <w:rFonts w:ascii="Verdana" w:hAnsi="Verdana"/>
          <w:sz w:val="18"/>
          <w:szCs w:val="18"/>
        </w:rPr>
        <w:t>he buys the bakery for</w:t>
      </w:r>
      <w:r w:rsidR="00757488" w:rsidRPr="00112221">
        <w:rPr>
          <w:rFonts w:ascii="Verdana" w:hAnsi="Verdana"/>
          <w:sz w:val="18"/>
          <w:szCs w:val="18"/>
        </w:rPr>
        <w:t xml:space="preserve"> $210.38</w:t>
      </w:r>
      <w:r w:rsidRPr="00112221">
        <w:rPr>
          <w:rFonts w:ascii="Verdana" w:hAnsi="Verdana"/>
          <w:sz w:val="18"/>
          <w:szCs w:val="18"/>
        </w:rPr>
        <w:t xml:space="preserve"> because he loves bakery smells</w:t>
      </w:r>
      <w:r w:rsidR="00757488" w:rsidRPr="00112221">
        <w:rPr>
          <w:rFonts w:ascii="Verdana" w:hAnsi="Verdana"/>
          <w:sz w:val="18"/>
          <w:szCs w:val="18"/>
        </w:rPr>
        <w:t xml:space="preserve">.  How much money does </w:t>
      </w:r>
      <w:r w:rsidRPr="00112221">
        <w:rPr>
          <w:rFonts w:ascii="Verdana" w:hAnsi="Verdana"/>
          <w:sz w:val="18"/>
          <w:szCs w:val="18"/>
        </w:rPr>
        <w:t>he have left to purchase other properties</w:t>
      </w:r>
      <w:r w:rsidR="00757488" w:rsidRPr="00112221">
        <w:rPr>
          <w:rFonts w:ascii="Verdana" w:hAnsi="Verdana"/>
          <w:sz w:val="18"/>
          <w:szCs w:val="18"/>
        </w:rPr>
        <w:t>?</w:t>
      </w:r>
    </w:p>
    <w:p w:rsidR="006D2B82" w:rsidRPr="00112221" w:rsidRDefault="00A34812">
      <w:pPr>
        <w:pStyle w:val="NLa"/>
        <w:tabs>
          <w:tab w:val="left" w:pos="3600"/>
          <w:tab w:val="left" w:pos="4014"/>
          <w:tab w:val="left" w:pos="6120"/>
          <w:tab w:val="left" w:pos="6480"/>
        </w:tabs>
        <w:ind w:left="760" w:hanging="380"/>
        <w:rPr>
          <w:rFonts w:ascii="Verdana" w:hAnsi="Verdana"/>
          <w:sz w:val="18"/>
          <w:szCs w:val="18"/>
        </w:rPr>
      </w:pPr>
      <w:r w:rsidRPr="00112221">
        <w:rPr>
          <w:rFonts w:ascii="Verdana" w:hAnsi="Verdana"/>
          <w:sz w:val="18"/>
          <w:szCs w:val="18"/>
        </w:rPr>
        <w:t>$475.12 – $210.38</w:t>
      </w:r>
    </w:p>
    <w:p w:rsidR="006D2B82" w:rsidRPr="00112221" w:rsidRDefault="00C83191" w:rsidP="00F81105">
      <w:pPr>
        <w:pStyle w:val="NLa"/>
        <w:tabs>
          <w:tab w:val="left" w:pos="3600"/>
          <w:tab w:val="left" w:pos="4014"/>
          <w:tab w:val="left" w:pos="6120"/>
          <w:tab w:val="left" w:pos="6480"/>
        </w:tabs>
        <w:ind w:left="0" w:firstLine="0"/>
        <w:rPr>
          <w:rFonts w:ascii="Verdana" w:hAnsi="Verdana"/>
          <w:sz w:val="18"/>
          <w:szCs w:val="18"/>
        </w:rPr>
      </w:pPr>
      <w:r w:rsidRPr="00112221">
        <w:rPr>
          <w:rFonts w:ascii="Verdana" w:hAnsi="Verdana"/>
          <w:sz w:val="18"/>
          <w:szCs w:val="18"/>
        </w:rPr>
        <w:t>Front End Estimation:</w:t>
      </w:r>
    </w:p>
    <w:p w:rsidR="00C83191" w:rsidRPr="00112221" w:rsidRDefault="00C83191">
      <w:pPr>
        <w:pStyle w:val="NLa"/>
        <w:tabs>
          <w:tab w:val="left" w:pos="3600"/>
          <w:tab w:val="left" w:pos="4014"/>
          <w:tab w:val="left" w:pos="6120"/>
          <w:tab w:val="left" w:pos="6480"/>
        </w:tabs>
        <w:ind w:left="760" w:hanging="380"/>
        <w:rPr>
          <w:rFonts w:ascii="Verdana" w:hAnsi="Verdana"/>
          <w:sz w:val="18"/>
          <w:szCs w:val="18"/>
        </w:rPr>
      </w:pPr>
    </w:p>
    <w:p w:rsidR="00C5237A" w:rsidRPr="00112221" w:rsidRDefault="00C5237A">
      <w:pPr>
        <w:pStyle w:val="NLa"/>
        <w:tabs>
          <w:tab w:val="left" w:pos="3600"/>
          <w:tab w:val="left" w:pos="4014"/>
          <w:tab w:val="left" w:pos="6120"/>
          <w:tab w:val="left" w:pos="6480"/>
        </w:tabs>
        <w:ind w:left="760" w:hanging="380"/>
        <w:rPr>
          <w:rFonts w:ascii="Verdana" w:hAnsi="Verdana"/>
          <w:sz w:val="18"/>
          <w:szCs w:val="18"/>
        </w:rPr>
      </w:pPr>
    </w:p>
    <w:p w:rsidR="00C83191" w:rsidRPr="00112221" w:rsidRDefault="00C83191" w:rsidP="00F81105">
      <w:pPr>
        <w:pStyle w:val="NLa"/>
        <w:tabs>
          <w:tab w:val="left" w:pos="3600"/>
          <w:tab w:val="left" w:pos="4014"/>
          <w:tab w:val="left" w:pos="6120"/>
          <w:tab w:val="left" w:pos="6480"/>
        </w:tabs>
        <w:ind w:left="0" w:firstLine="0"/>
        <w:rPr>
          <w:rFonts w:ascii="Verdana" w:hAnsi="Verdana"/>
          <w:sz w:val="18"/>
          <w:szCs w:val="18"/>
        </w:rPr>
      </w:pPr>
      <w:r w:rsidRPr="00112221">
        <w:rPr>
          <w:rFonts w:ascii="Verdana" w:hAnsi="Verdana"/>
          <w:sz w:val="18"/>
          <w:szCs w:val="18"/>
        </w:rPr>
        <w:t>Relative Size Estimation:</w:t>
      </w:r>
    </w:p>
    <w:p w:rsidR="00C83191" w:rsidRPr="00112221" w:rsidRDefault="00A34812">
      <w:pPr>
        <w:pStyle w:val="NLa"/>
        <w:tabs>
          <w:tab w:val="left" w:pos="3600"/>
          <w:tab w:val="left" w:pos="4014"/>
          <w:tab w:val="left" w:pos="6120"/>
          <w:tab w:val="left" w:pos="6480"/>
        </w:tabs>
        <w:ind w:left="760" w:hanging="380"/>
        <w:rPr>
          <w:rFonts w:ascii="Verdana" w:hAnsi="Verdana"/>
          <w:sz w:val="18"/>
          <w:szCs w:val="18"/>
        </w:rPr>
      </w:pPr>
      <w:r w:rsidRPr="00112221">
        <w:rPr>
          <w:rFonts w:ascii="Verdana" w:hAnsi="Verdana"/>
          <w:sz w:val="18"/>
          <w:szCs w:val="18"/>
        </w:rPr>
        <w:tab/>
      </w:r>
    </w:p>
    <w:p w:rsidR="00C5237A" w:rsidRPr="00112221" w:rsidRDefault="00C5237A">
      <w:pPr>
        <w:pStyle w:val="NLa"/>
        <w:tabs>
          <w:tab w:val="left" w:pos="3600"/>
          <w:tab w:val="left" w:pos="4014"/>
          <w:tab w:val="left" w:pos="6120"/>
          <w:tab w:val="left" w:pos="6480"/>
        </w:tabs>
        <w:ind w:left="760" w:hanging="380"/>
        <w:rPr>
          <w:rFonts w:ascii="Verdana" w:hAnsi="Verdana"/>
          <w:sz w:val="18"/>
          <w:szCs w:val="18"/>
        </w:rPr>
      </w:pPr>
    </w:p>
    <w:p w:rsidR="00C83191" w:rsidRPr="00112221" w:rsidRDefault="00C83191" w:rsidP="00F81105">
      <w:pPr>
        <w:pStyle w:val="NLa"/>
        <w:tabs>
          <w:tab w:val="left" w:pos="3600"/>
          <w:tab w:val="left" w:pos="4014"/>
          <w:tab w:val="left" w:pos="6120"/>
          <w:tab w:val="left" w:pos="6480"/>
        </w:tabs>
        <w:ind w:left="0" w:firstLine="0"/>
        <w:rPr>
          <w:rFonts w:ascii="Verdana" w:hAnsi="Verdana"/>
          <w:sz w:val="18"/>
          <w:szCs w:val="18"/>
        </w:rPr>
      </w:pPr>
      <w:r w:rsidRPr="00112221">
        <w:rPr>
          <w:rFonts w:ascii="Verdana" w:hAnsi="Verdana"/>
          <w:sz w:val="18"/>
          <w:szCs w:val="18"/>
        </w:rPr>
        <w:t>Actual answer:</w:t>
      </w:r>
    </w:p>
    <w:p w:rsidR="006D2B82" w:rsidRPr="00112221" w:rsidRDefault="006D2B82">
      <w:pPr>
        <w:pStyle w:val="NLa"/>
        <w:tabs>
          <w:tab w:val="left" w:pos="3600"/>
          <w:tab w:val="left" w:pos="4014"/>
          <w:tab w:val="left" w:pos="6120"/>
          <w:tab w:val="left" w:pos="6480"/>
        </w:tabs>
        <w:ind w:left="760" w:hanging="380"/>
        <w:rPr>
          <w:rFonts w:ascii="Verdana" w:hAnsi="Verdana"/>
          <w:sz w:val="18"/>
          <w:szCs w:val="18"/>
        </w:rPr>
      </w:pPr>
    </w:p>
    <w:p w:rsidR="00C5237A" w:rsidRPr="00112221" w:rsidRDefault="00C5237A">
      <w:pPr>
        <w:pStyle w:val="NLa"/>
        <w:tabs>
          <w:tab w:val="left" w:pos="3600"/>
          <w:tab w:val="left" w:pos="4014"/>
          <w:tab w:val="left" w:pos="6120"/>
          <w:tab w:val="left" w:pos="6480"/>
        </w:tabs>
        <w:spacing w:before="280"/>
        <w:ind w:left="748" w:hanging="374"/>
        <w:rPr>
          <w:rFonts w:ascii="Verdana" w:hAnsi="Verdana"/>
          <w:b/>
          <w:sz w:val="18"/>
          <w:szCs w:val="18"/>
        </w:rPr>
      </w:pPr>
    </w:p>
    <w:p w:rsidR="00757488" w:rsidRPr="00112221" w:rsidRDefault="00F81105">
      <w:pPr>
        <w:pStyle w:val="NLa"/>
        <w:tabs>
          <w:tab w:val="left" w:pos="3600"/>
          <w:tab w:val="left" w:pos="4014"/>
          <w:tab w:val="left" w:pos="6120"/>
          <w:tab w:val="left" w:pos="6480"/>
        </w:tabs>
        <w:spacing w:before="280"/>
        <w:ind w:left="748" w:hanging="374"/>
        <w:rPr>
          <w:rFonts w:ascii="Verdana" w:hAnsi="Verdana"/>
          <w:sz w:val="18"/>
          <w:szCs w:val="18"/>
        </w:rPr>
      </w:pPr>
      <w:r w:rsidRPr="00112221">
        <w:rPr>
          <w:rFonts w:ascii="Verdana" w:hAnsi="Verdana"/>
          <w:sz w:val="18"/>
          <w:szCs w:val="18"/>
        </w:rPr>
        <w:t xml:space="preserve">d) </w:t>
      </w:r>
      <w:r w:rsidR="00FB5176" w:rsidRPr="00112221">
        <w:rPr>
          <w:rFonts w:ascii="Verdana" w:hAnsi="Verdana"/>
          <w:sz w:val="18"/>
          <w:szCs w:val="18"/>
        </w:rPr>
        <w:t xml:space="preserve">This summer while </w:t>
      </w:r>
      <w:proofErr w:type="spellStart"/>
      <w:r w:rsidR="00FB5176" w:rsidRPr="00112221">
        <w:rPr>
          <w:rFonts w:ascii="Verdana" w:hAnsi="Verdana"/>
          <w:sz w:val="18"/>
          <w:szCs w:val="18"/>
        </w:rPr>
        <w:t>Ashlyn</w:t>
      </w:r>
      <w:proofErr w:type="spellEnd"/>
      <w:r w:rsidR="00FB5176" w:rsidRPr="00112221">
        <w:rPr>
          <w:rFonts w:ascii="Verdana" w:hAnsi="Verdana"/>
          <w:sz w:val="18"/>
          <w:szCs w:val="18"/>
        </w:rPr>
        <w:t xml:space="preserve"> was at the Calgary Stamped</w:t>
      </w:r>
      <w:r w:rsidR="00757488" w:rsidRPr="00112221">
        <w:rPr>
          <w:rFonts w:ascii="Verdana" w:hAnsi="Verdana"/>
          <w:sz w:val="18"/>
          <w:szCs w:val="18"/>
        </w:rPr>
        <w:t xml:space="preserve">, she saw a </w:t>
      </w:r>
      <w:r w:rsidR="00FB5176" w:rsidRPr="00112221">
        <w:rPr>
          <w:rFonts w:ascii="Verdana" w:hAnsi="Verdana"/>
          <w:sz w:val="18"/>
          <w:szCs w:val="18"/>
        </w:rPr>
        <w:t>cowboy stand 6735.762 cm away from a raging bull</w:t>
      </w:r>
      <w:r w:rsidR="00757488" w:rsidRPr="00112221">
        <w:rPr>
          <w:rFonts w:ascii="Verdana" w:hAnsi="Verdana"/>
          <w:sz w:val="18"/>
          <w:szCs w:val="18"/>
        </w:rPr>
        <w:t xml:space="preserve">.  </w:t>
      </w:r>
      <w:r w:rsidR="00FB5176" w:rsidRPr="00112221">
        <w:rPr>
          <w:rFonts w:ascii="Verdana" w:hAnsi="Verdana"/>
          <w:sz w:val="18"/>
          <w:szCs w:val="18"/>
        </w:rPr>
        <w:t>He carefully walked</w:t>
      </w:r>
      <w:r w:rsidR="00112221" w:rsidRPr="00112221">
        <w:rPr>
          <w:rFonts w:ascii="Verdana" w:hAnsi="Verdana"/>
          <w:sz w:val="18"/>
          <w:szCs w:val="18"/>
        </w:rPr>
        <w:t xml:space="preserve"> 3069.8</w:t>
      </w:r>
      <w:r w:rsidR="00FB5176" w:rsidRPr="00112221">
        <w:rPr>
          <w:rFonts w:ascii="Verdana" w:hAnsi="Verdana"/>
          <w:sz w:val="18"/>
          <w:szCs w:val="18"/>
        </w:rPr>
        <w:t xml:space="preserve"> cm</w:t>
      </w:r>
      <w:r w:rsidR="00757488" w:rsidRPr="00112221">
        <w:rPr>
          <w:rFonts w:ascii="Verdana" w:hAnsi="Verdana"/>
          <w:sz w:val="18"/>
          <w:szCs w:val="18"/>
        </w:rPr>
        <w:t xml:space="preserve"> closer </w:t>
      </w:r>
      <w:r w:rsidR="00FB5176" w:rsidRPr="00112221">
        <w:rPr>
          <w:rFonts w:ascii="Verdana" w:hAnsi="Verdana"/>
          <w:sz w:val="18"/>
          <w:szCs w:val="18"/>
        </w:rPr>
        <w:t>to the bull before it started to charge</w:t>
      </w:r>
      <w:r w:rsidR="00757488" w:rsidRPr="00112221">
        <w:rPr>
          <w:rFonts w:ascii="Verdana" w:hAnsi="Verdana"/>
          <w:sz w:val="18"/>
          <w:szCs w:val="18"/>
        </w:rPr>
        <w:t xml:space="preserve">.  How far away was </w:t>
      </w:r>
      <w:r w:rsidR="00FB5176" w:rsidRPr="00112221">
        <w:rPr>
          <w:rFonts w:ascii="Verdana" w:hAnsi="Verdana"/>
          <w:sz w:val="18"/>
          <w:szCs w:val="18"/>
        </w:rPr>
        <w:t>the cowboy from the bull when it started to run at him?</w:t>
      </w:r>
    </w:p>
    <w:p w:rsidR="0072701E" w:rsidRPr="00112221" w:rsidRDefault="0072701E">
      <w:pPr>
        <w:ind w:left="180"/>
        <w:rPr>
          <w:rFonts w:ascii="Verdana" w:hAnsi="Verdana"/>
          <w:sz w:val="18"/>
          <w:szCs w:val="18"/>
        </w:rPr>
      </w:pPr>
    </w:p>
    <w:p w:rsidR="00F81105" w:rsidRPr="00112221" w:rsidRDefault="00F81105" w:rsidP="00F81105">
      <w:pPr>
        <w:ind w:left="180"/>
        <w:rPr>
          <w:rFonts w:ascii="Verdana" w:hAnsi="Verdana"/>
          <w:sz w:val="18"/>
          <w:szCs w:val="18"/>
        </w:rPr>
      </w:pPr>
      <w:r w:rsidRPr="00112221">
        <w:rPr>
          <w:rFonts w:ascii="Verdana" w:hAnsi="Verdana"/>
          <w:sz w:val="18"/>
          <w:szCs w:val="18"/>
        </w:rPr>
        <w:t>Front End Estimation:</w:t>
      </w:r>
    </w:p>
    <w:p w:rsidR="00F81105" w:rsidRPr="00112221" w:rsidRDefault="00F81105" w:rsidP="00F81105">
      <w:pPr>
        <w:ind w:left="180"/>
        <w:rPr>
          <w:rFonts w:ascii="Verdana" w:hAnsi="Verdana"/>
          <w:sz w:val="18"/>
          <w:szCs w:val="18"/>
        </w:rPr>
      </w:pPr>
    </w:p>
    <w:p w:rsidR="00C5237A" w:rsidRPr="00112221" w:rsidRDefault="00C5237A" w:rsidP="00F81105">
      <w:pPr>
        <w:ind w:left="180"/>
        <w:rPr>
          <w:rFonts w:ascii="Verdana" w:hAnsi="Verdana"/>
          <w:sz w:val="18"/>
          <w:szCs w:val="18"/>
        </w:rPr>
      </w:pPr>
    </w:p>
    <w:p w:rsidR="00F81105" w:rsidRPr="00112221" w:rsidRDefault="00F81105" w:rsidP="00F81105">
      <w:pPr>
        <w:ind w:left="180"/>
        <w:rPr>
          <w:rFonts w:ascii="Verdana" w:hAnsi="Verdana"/>
          <w:sz w:val="18"/>
          <w:szCs w:val="18"/>
        </w:rPr>
      </w:pPr>
    </w:p>
    <w:p w:rsidR="00C5237A" w:rsidRPr="00112221" w:rsidRDefault="00C5237A" w:rsidP="00F81105">
      <w:pPr>
        <w:ind w:left="180"/>
        <w:rPr>
          <w:rFonts w:ascii="Verdana" w:hAnsi="Verdana"/>
          <w:sz w:val="18"/>
          <w:szCs w:val="18"/>
        </w:rPr>
      </w:pPr>
    </w:p>
    <w:p w:rsidR="00F81105" w:rsidRPr="00112221" w:rsidRDefault="00F81105" w:rsidP="00F81105">
      <w:pPr>
        <w:ind w:left="180"/>
        <w:rPr>
          <w:rFonts w:ascii="Verdana" w:hAnsi="Verdana"/>
          <w:sz w:val="18"/>
          <w:szCs w:val="18"/>
        </w:rPr>
      </w:pPr>
      <w:r w:rsidRPr="00112221">
        <w:rPr>
          <w:rFonts w:ascii="Verdana" w:hAnsi="Verdana"/>
          <w:sz w:val="18"/>
          <w:szCs w:val="18"/>
        </w:rPr>
        <w:t>Relative Size Estimation:</w:t>
      </w:r>
    </w:p>
    <w:p w:rsidR="00C5237A" w:rsidRPr="00112221" w:rsidRDefault="00C5237A" w:rsidP="00F81105">
      <w:pPr>
        <w:ind w:left="180"/>
        <w:rPr>
          <w:rFonts w:ascii="Verdana" w:hAnsi="Verdana"/>
          <w:sz w:val="18"/>
          <w:szCs w:val="18"/>
        </w:rPr>
      </w:pPr>
    </w:p>
    <w:p w:rsidR="00F81105" w:rsidRPr="00112221" w:rsidRDefault="00F81105" w:rsidP="00F81105">
      <w:pPr>
        <w:ind w:left="180"/>
        <w:rPr>
          <w:rFonts w:ascii="Verdana" w:hAnsi="Verdana"/>
          <w:sz w:val="18"/>
          <w:szCs w:val="18"/>
        </w:rPr>
      </w:pPr>
      <w:r w:rsidRPr="00112221">
        <w:rPr>
          <w:rFonts w:ascii="Verdana" w:hAnsi="Verdana"/>
          <w:sz w:val="18"/>
          <w:szCs w:val="18"/>
        </w:rPr>
        <w:tab/>
      </w:r>
    </w:p>
    <w:p w:rsidR="00F81105" w:rsidRPr="00112221" w:rsidRDefault="00F81105" w:rsidP="00F81105">
      <w:pPr>
        <w:ind w:left="180"/>
        <w:rPr>
          <w:rFonts w:ascii="Verdana" w:hAnsi="Verdana"/>
          <w:sz w:val="18"/>
          <w:szCs w:val="18"/>
        </w:rPr>
      </w:pPr>
    </w:p>
    <w:p w:rsidR="00C5237A" w:rsidRPr="00112221" w:rsidRDefault="00C5237A" w:rsidP="00F81105">
      <w:pPr>
        <w:ind w:left="180"/>
        <w:rPr>
          <w:rFonts w:ascii="Verdana" w:hAnsi="Verdana"/>
          <w:sz w:val="18"/>
          <w:szCs w:val="18"/>
        </w:rPr>
      </w:pPr>
    </w:p>
    <w:p w:rsidR="0072701E" w:rsidRPr="00112221" w:rsidRDefault="00F81105" w:rsidP="00F81105">
      <w:pPr>
        <w:ind w:left="180"/>
        <w:rPr>
          <w:rFonts w:ascii="Verdana" w:hAnsi="Verdana"/>
          <w:sz w:val="18"/>
          <w:szCs w:val="18"/>
        </w:rPr>
      </w:pPr>
      <w:r w:rsidRPr="00112221">
        <w:rPr>
          <w:rFonts w:ascii="Verdana" w:hAnsi="Verdana"/>
          <w:sz w:val="18"/>
          <w:szCs w:val="18"/>
        </w:rPr>
        <w:t>Actual answer:</w:t>
      </w:r>
    </w:p>
    <w:p w:rsidR="00F81105" w:rsidRPr="00C5237A" w:rsidRDefault="00F81105" w:rsidP="00F81105">
      <w:pPr>
        <w:ind w:left="180"/>
        <w:rPr>
          <w:rFonts w:ascii="Verdana" w:hAnsi="Verdana"/>
          <w:sz w:val="20"/>
          <w:szCs w:val="20"/>
        </w:rPr>
      </w:pPr>
    </w:p>
    <w:p w:rsidR="00F81105" w:rsidRPr="00C5237A" w:rsidRDefault="00F81105" w:rsidP="00F81105">
      <w:pPr>
        <w:ind w:left="180"/>
        <w:rPr>
          <w:rFonts w:ascii="Verdana" w:hAnsi="Verdana"/>
          <w:sz w:val="20"/>
          <w:szCs w:val="20"/>
        </w:rPr>
      </w:pPr>
    </w:p>
    <w:p w:rsidR="0072701E" w:rsidRPr="00C5237A" w:rsidRDefault="0072701E">
      <w:pPr>
        <w:ind w:left="180"/>
        <w:rPr>
          <w:rFonts w:ascii="Verdana" w:hAnsi="Verdana"/>
          <w:sz w:val="20"/>
          <w:szCs w:val="20"/>
        </w:rPr>
      </w:pPr>
    </w:p>
    <w:p w:rsidR="006D2B82" w:rsidRPr="00C5237A" w:rsidRDefault="006D2B82" w:rsidP="00F81105">
      <w:pPr>
        <w:pStyle w:val="NL"/>
        <w:tabs>
          <w:tab w:val="clear" w:pos="360"/>
          <w:tab w:val="right" w:pos="187"/>
        </w:tabs>
        <w:spacing w:before="0" w:line="240" w:lineRule="auto"/>
        <w:rPr>
          <w:rFonts w:ascii="Verdana" w:hAnsi="Verdana"/>
          <w:sz w:val="20"/>
          <w:szCs w:val="20"/>
        </w:rPr>
      </w:pPr>
    </w:p>
    <w:p w:rsidR="0072701E" w:rsidRPr="00C5237A" w:rsidRDefault="0072701E">
      <w:pPr>
        <w:pStyle w:val="NL"/>
        <w:tabs>
          <w:tab w:val="clear" w:pos="360"/>
          <w:tab w:val="right" w:pos="187"/>
        </w:tabs>
        <w:spacing w:before="0" w:line="240" w:lineRule="auto"/>
        <w:ind w:left="360" w:hanging="360"/>
        <w:rPr>
          <w:rFonts w:ascii="Verdana" w:hAnsi="Verdana"/>
          <w:b/>
          <w:sz w:val="20"/>
          <w:szCs w:val="20"/>
        </w:rPr>
      </w:pPr>
    </w:p>
    <w:p w:rsidR="0072701E" w:rsidRPr="00112221" w:rsidRDefault="008E7B16">
      <w:pPr>
        <w:pStyle w:val="NL"/>
        <w:tabs>
          <w:tab w:val="clear" w:pos="360"/>
          <w:tab w:val="right" w:pos="187"/>
        </w:tabs>
        <w:spacing w:before="0" w:line="240" w:lineRule="auto"/>
        <w:ind w:left="360" w:hanging="360"/>
        <w:rPr>
          <w:rFonts w:ascii="Verdana" w:hAnsi="Verdana"/>
          <w:sz w:val="16"/>
          <w:szCs w:val="16"/>
        </w:rPr>
      </w:pPr>
      <w:r w:rsidRPr="00C5237A">
        <w:rPr>
          <w:rFonts w:ascii="Verdana" w:hAnsi="Verdana"/>
          <w:sz w:val="20"/>
          <w:szCs w:val="20"/>
        </w:rPr>
        <w:t>e</w:t>
      </w:r>
      <w:r w:rsidRPr="00112221">
        <w:rPr>
          <w:rFonts w:ascii="Verdana" w:hAnsi="Verdana"/>
          <w:sz w:val="16"/>
          <w:szCs w:val="16"/>
        </w:rPr>
        <w:t>) While at the</w:t>
      </w:r>
      <w:r w:rsidR="00C5237A" w:rsidRPr="00112221">
        <w:rPr>
          <w:rFonts w:ascii="Verdana" w:hAnsi="Verdana"/>
          <w:sz w:val="16"/>
          <w:szCs w:val="16"/>
        </w:rPr>
        <w:t xml:space="preserve"> Red Deer</w:t>
      </w:r>
      <w:r w:rsidRPr="00112221">
        <w:rPr>
          <w:rFonts w:ascii="Verdana" w:hAnsi="Verdana"/>
          <w:sz w:val="16"/>
          <w:szCs w:val="16"/>
        </w:rPr>
        <w:t xml:space="preserve"> Farmers Market on the weekend, Andy’s mom bought him shaved ice for $6.30.  She then purchased some potatoes for $7 and </w:t>
      </w:r>
      <w:r w:rsidR="00C5237A" w:rsidRPr="00112221">
        <w:rPr>
          <w:rFonts w:ascii="Verdana" w:hAnsi="Verdana"/>
          <w:sz w:val="16"/>
          <w:szCs w:val="16"/>
        </w:rPr>
        <w:t>a homemade shirt for the baby for $8.69.  Estimate and then calculate how much she spent altogether.</w:t>
      </w:r>
    </w:p>
    <w:p w:rsidR="00C5237A" w:rsidRPr="00112221" w:rsidRDefault="00C5237A" w:rsidP="00C5237A">
      <w:pPr>
        <w:pStyle w:val="NLa"/>
        <w:tabs>
          <w:tab w:val="left" w:pos="3600"/>
          <w:tab w:val="left" w:pos="4014"/>
          <w:tab w:val="left" w:pos="6120"/>
          <w:tab w:val="left" w:pos="6480"/>
        </w:tabs>
        <w:ind w:left="0" w:firstLine="0"/>
        <w:rPr>
          <w:rFonts w:ascii="Verdana" w:hAnsi="Verdana"/>
          <w:sz w:val="16"/>
          <w:szCs w:val="16"/>
        </w:rPr>
      </w:pPr>
      <w:r w:rsidRPr="00112221">
        <w:rPr>
          <w:rFonts w:ascii="Verdana" w:hAnsi="Verdana"/>
          <w:sz w:val="16"/>
          <w:szCs w:val="16"/>
        </w:rPr>
        <w:t>Front End Estimation:</w:t>
      </w:r>
    </w:p>
    <w:p w:rsidR="00C5237A" w:rsidRPr="00112221" w:rsidRDefault="00C5237A" w:rsidP="00C5237A">
      <w:pPr>
        <w:pStyle w:val="NLa"/>
        <w:tabs>
          <w:tab w:val="left" w:pos="3600"/>
          <w:tab w:val="left" w:pos="4014"/>
          <w:tab w:val="left" w:pos="6120"/>
          <w:tab w:val="left" w:pos="6480"/>
        </w:tabs>
        <w:ind w:left="760" w:hanging="380"/>
        <w:rPr>
          <w:rFonts w:ascii="Verdana" w:hAnsi="Verdana"/>
          <w:sz w:val="16"/>
          <w:szCs w:val="16"/>
        </w:rPr>
      </w:pPr>
    </w:p>
    <w:p w:rsidR="00C5237A" w:rsidRPr="00112221" w:rsidRDefault="00C5237A" w:rsidP="00C5237A">
      <w:pPr>
        <w:pStyle w:val="NLa"/>
        <w:tabs>
          <w:tab w:val="left" w:pos="3600"/>
          <w:tab w:val="left" w:pos="4014"/>
          <w:tab w:val="left" w:pos="6120"/>
          <w:tab w:val="left" w:pos="6480"/>
        </w:tabs>
        <w:ind w:left="0" w:firstLine="0"/>
        <w:rPr>
          <w:rFonts w:ascii="Verdana" w:hAnsi="Verdana"/>
          <w:sz w:val="16"/>
          <w:szCs w:val="16"/>
        </w:rPr>
      </w:pPr>
      <w:r w:rsidRPr="00112221">
        <w:rPr>
          <w:rFonts w:ascii="Verdana" w:hAnsi="Verdana"/>
          <w:sz w:val="16"/>
          <w:szCs w:val="16"/>
        </w:rPr>
        <w:t>Relative Size Estimation:</w:t>
      </w:r>
    </w:p>
    <w:p w:rsidR="00C5237A" w:rsidRPr="00112221" w:rsidRDefault="00C5237A" w:rsidP="00C5237A">
      <w:pPr>
        <w:pStyle w:val="NLa"/>
        <w:tabs>
          <w:tab w:val="left" w:pos="3600"/>
          <w:tab w:val="left" w:pos="4014"/>
          <w:tab w:val="left" w:pos="6120"/>
          <w:tab w:val="left" w:pos="6480"/>
        </w:tabs>
        <w:ind w:left="760" w:hanging="380"/>
        <w:rPr>
          <w:rFonts w:ascii="Verdana" w:hAnsi="Verdana"/>
          <w:sz w:val="16"/>
          <w:szCs w:val="16"/>
        </w:rPr>
      </w:pPr>
    </w:p>
    <w:p w:rsidR="00C5237A" w:rsidRPr="00112221" w:rsidRDefault="00C5237A" w:rsidP="00C5237A">
      <w:pPr>
        <w:pStyle w:val="NLa"/>
        <w:tabs>
          <w:tab w:val="left" w:pos="3600"/>
          <w:tab w:val="left" w:pos="4014"/>
          <w:tab w:val="left" w:pos="6120"/>
          <w:tab w:val="left" w:pos="6480"/>
        </w:tabs>
        <w:ind w:left="0" w:firstLine="0"/>
        <w:rPr>
          <w:rFonts w:ascii="Verdana" w:hAnsi="Verdana"/>
          <w:sz w:val="16"/>
          <w:szCs w:val="16"/>
        </w:rPr>
      </w:pPr>
      <w:r w:rsidRPr="00112221">
        <w:rPr>
          <w:rFonts w:ascii="Verdana" w:hAnsi="Verdana"/>
          <w:sz w:val="16"/>
          <w:szCs w:val="16"/>
        </w:rPr>
        <w:t>Actual answer:</w:t>
      </w:r>
    </w:p>
    <w:p w:rsidR="00C5237A" w:rsidRPr="00112221" w:rsidRDefault="00C5237A" w:rsidP="00C5237A">
      <w:pPr>
        <w:pStyle w:val="NLa"/>
        <w:tabs>
          <w:tab w:val="left" w:pos="3600"/>
          <w:tab w:val="left" w:pos="4014"/>
          <w:tab w:val="left" w:pos="6120"/>
          <w:tab w:val="left" w:pos="6480"/>
        </w:tabs>
        <w:ind w:left="0" w:firstLine="0"/>
        <w:rPr>
          <w:rFonts w:ascii="Verdana" w:hAnsi="Verdana"/>
          <w:sz w:val="16"/>
          <w:szCs w:val="16"/>
        </w:rPr>
      </w:pPr>
    </w:p>
    <w:p w:rsidR="008E7B16" w:rsidRPr="00112221" w:rsidRDefault="00C5237A" w:rsidP="00C5237A">
      <w:pPr>
        <w:pStyle w:val="NLa"/>
        <w:tabs>
          <w:tab w:val="left" w:pos="3600"/>
          <w:tab w:val="left" w:pos="4014"/>
          <w:tab w:val="left" w:pos="6120"/>
          <w:tab w:val="left" w:pos="6480"/>
        </w:tabs>
        <w:ind w:left="0" w:firstLine="0"/>
        <w:rPr>
          <w:rFonts w:ascii="Verdana" w:hAnsi="Verdana"/>
          <w:b/>
          <w:sz w:val="16"/>
          <w:szCs w:val="16"/>
        </w:rPr>
      </w:pPr>
      <w:r w:rsidRPr="00112221">
        <w:rPr>
          <w:rFonts w:ascii="Verdana" w:hAnsi="Verdana"/>
          <w:sz w:val="16"/>
          <w:szCs w:val="16"/>
        </w:rPr>
        <w:t xml:space="preserve">f) </w:t>
      </w:r>
      <w:r w:rsidR="009D50C1" w:rsidRPr="00112221">
        <w:rPr>
          <w:rFonts w:ascii="Verdana" w:hAnsi="Verdana"/>
          <w:sz w:val="16"/>
          <w:szCs w:val="16"/>
        </w:rPr>
        <w:t xml:space="preserve">On Monday, Amy was listening to a song “Four Minutes” but it actually was 4.315 minutes long!  Then she listened to a song by Taylor Swift which wasn’t such a swift song because it took 9.1 minutes for her to sing it (now that’s opposite of swift!!!).  And finally, Amy listened to a song by Hedley which was 6.04 minutes of complete bliss!  What was the total amount of time Amy spent listening to music on Monday. </w:t>
      </w:r>
    </w:p>
    <w:p w:rsidR="009D50C1" w:rsidRPr="00112221" w:rsidRDefault="009D50C1" w:rsidP="009D50C1">
      <w:pPr>
        <w:pStyle w:val="NLa"/>
        <w:tabs>
          <w:tab w:val="left" w:pos="5661"/>
          <w:tab w:val="left" w:pos="6066"/>
        </w:tabs>
        <w:ind w:left="760" w:hanging="380"/>
        <w:rPr>
          <w:rFonts w:ascii="Verdana" w:hAnsi="Verdana"/>
          <w:sz w:val="16"/>
          <w:szCs w:val="16"/>
        </w:rPr>
      </w:pPr>
      <w:r w:rsidRPr="00112221">
        <w:rPr>
          <w:rFonts w:ascii="Verdana" w:hAnsi="Verdana"/>
          <w:sz w:val="16"/>
          <w:szCs w:val="16"/>
        </w:rPr>
        <w:t>Front End Estimation:</w:t>
      </w:r>
    </w:p>
    <w:p w:rsidR="009D50C1" w:rsidRDefault="009D50C1" w:rsidP="009D50C1">
      <w:pPr>
        <w:pStyle w:val="NLa"/>
        <w:tabs>
          <w:tab w:val="left" w:pos="5661"/>
          <w:tab w:val="left" w:pos="6066"/>
        </w:tabs>
        <w:ind w:left="760" w:hanging="380"/>
        <w:rPr>
          <w:rFonts w:ascii="Verdana" w:hAnsi="Verdana"/>
          <w:sz w:val="16"/>
          <w:szCs w:val="16"/>
        </w:rPr>
      </w:pPr>
    </w:p>
    <w:p w:rsidR="00112221" w:rsidRPr="00112221" w:rsidRDefault="00112221" w:rsidP="009D50C1">
      <w:pPr>
        <w:pStyle w:val="NLa"/>
        <w:tabs>
          <w:tab w:val="left" w:pos="5661"/>
          <w:tab w:val="left" w:pos="6066"/>
        </w:tabs>
        <w:ind w:left="760" w:hanging="380"/>
        <w:rPr>
          <w:rFonts w:ascii="Verdana" w:hAnsi="Verdana"/>
          <w:sz w:val="16"/>
          <w:szCs w:val="16"/>
        </w:rPr>
      </w:pPr>
    </w:p>
    <w:p w:rsidR="009D50C1" w:rsidRPr="00112221" w:rsidRDefault="009D50C1" w:rsidP="009D50C1">
      <w:pPr>
        <w:pStyle w:val="NLa"/>
        <w:tabs>
          <w:tab w:val="left" w:pos="5661"/>
          <w:tab w:val="left" w:pos="6066"/>
        </w:tabs>
        <w:ind w:left="760" w:hanging="380"/>
        <w:rPr>
          <w:rFonts w:ascii="Verdana" w:hAnsi="Verdana"/>
          <w:sz w:val="16"/>
          <w:szCs w:val="16"/>
        </w:rPr>
      </w:pPr>
      <w:r w:rsidRPr="00112221">
        <w:rPr>
          <w:rFonts w:ascii="Verdana" w:hAnsi="Verdana"/>
          <w:sz w:val="16"/>
          <w:szCs w:val="16"/>
        </w:rPr>
        <w:t>Relative Size Estimation:</w:t>
      </w:r>
    </w:p>
    <w:p w:rsidR="00112221" w:rsidRDefault="00112221" w:rsidP="009D50C1">
      <w:pPr>
        <w:pStyle w:val="NLa"/>
        <w:tabs>
          <w:tab w:val="left" w:pos="5661"/>
          <w:tab w:val="left" w:pos="6066"/>
        </w:tabs>
        <w:ind w:left="760" w:hanging="380"/>
        <w:rPr>
          <w:rFonts w:ascii="Verdana" w:hAnsi="Verdana"/>
          <w:sz w:val="16"/>
          <w:szCs w:val="16"/>
        </w:rPr>
      </w:pPr>
    </w:p>
    <w:p w:rsidR="009D50C1" w:rsidRPr="00112221" w:rsidRDefault="009D50C1" w:rsidP="009D50C1">
      <w:pPr>
        <w:pStyle w:val="NLa"/>
        <w:tabs>
          <w:tab w:val="left" w:pos="5661"/>
          <w:tab w:val="left" w:pos="6066"/>
        </w:tabs>
        <w:ind w:left="760" w:hanging="380"/>
        <w:rPr>
          <w:rFonts w:ascii="Verdana" w:hAnsi="Verdana"/>
          <w:sz w:val="16"/>
          <w:szCs w:val="16"/>
        </w:rPr>
      </w:pPr>
      <w:r w:rsidRPr="00112221">
        <w:rPr>
          <w:rFonts w:ascii="Verdana" w:hAnsi="Verdana"/>
          <w:sz w:val="16"/>
          <w:szCs w:val="16"/>
        </w:rPr>
        <w:tab/>
      </w:r>
    </w:p>
    <w:p w:rsidR="008E7B16" w:rsidRPr="00112221" w:rsidRDefault="009D50C1" w:rsidP="009D50C1">
      <w:pPr>
        <w:pStyle w:val="NLa"/>
        <w:tabs>
          <w:tab w:val="left" w:pos="5661"/>
          <w:tab w:val="left" w:pos="6066"/>
        </w:tabs>
        <w:ind w:left="760" w:hanging="380"/>
        <w:rPr>
          <w:rFonts w:ascii="Verdana" w:hAnsi="Verdana"/>
          <w:sz w:val="16"/>
          <w:szCs w:val="16"/>
        </w:rPr>
      </w:pPr>
      <w:r w:rsidRPr="00112221">
        <w:rPr>
          <w:rFonts w:ascii="Verdana" w:hAnsi="Verdana"/>
          <w:sz w:val="16"/>
          <w:szCs w:val="16"/>
        </w:rPr>
        <w:t>Actual answer:</w:t>
      </w:r>
    </w:p>
    <w:p w:rsidR="009D50C1" w:rsidRDefault="009D50C1" w:rsidP="009D50C1">
      <w:pPr>
        <w:pStyle w:val="NLa"/>
        <w:tabs>
          <w:tab w:val="left" w:pos="5661"/>
          <w:tab w:val="left" w:pos="6066"/>
        </w:tabs>
        <w:spacing w:before="100"/>
        <w:ind w:left="0" w:firstLine="0"/>
        <w:rPr>
          <w:rFonts w:ascii="Verdana" w:hAnsi="Verdana"/>
          <w:sz w:val="16"/>
          <w:szCs w:val="16"/>
        </w:rPr>
      </w:pPr>
    </w:p>
    <w:p w:rsidR="00112221" w:rsidRPr="00112221" w:rsidRDefault="00112221" w:rsidP="009D50C1">
      <w:pPr>
        <w:pStyle w:val="NLa"/>
        <w:tabs>
          <w:tab w:val="left" w:pos="5661"/>
          <w:tab w:val="left" w:pos="6066"/>
        </w:tabs>
        <w:spacing w:before="100"/>
        <w:ind w:left="0" w:firstLine="0"/>
        <w:rPr>
          <w:rFonts w:ascii="Verdana" w:hAnsi="Verdana"/>
          <w:sz w:val="16"/>
          <w:szCs w:val="16"/>
        </w:rPr>
      </w:pPr>
    </w:p>
    <w:p w:rsidR="008E7B16" w:rsidRPr="00112221" w:rsidRDefault="009D50C1" w:rsidP="00112221">
      <w:pPr>
        <w:pStyle w:val="NLa"/>
        <w:tabs>
          <w:tab w:val="left" w:pos="5661"/>
          <w:tab w:val="left" w:pos="6066"/>
        </w:tabs>
        <w:spacing w:before="100"/>
        <w:ind w:left="0" w:firstLine="0"/>
        <w:rPr>
          <w:rFonts w:ascii="Verdana" w:hAnsi="Verdana"/>
          <w:sz w:val="16"/>
          <w:szCs w:val="16"/>
        </w:rPr>
      </w:pPr>
      <w:r w:rsidRPr="00112221">
        <w:rPr>
          <w:rFonts w:ascii="Verdana" w:hAnsi="Verdana"/>
          <w:sz w:val="16"/>
          <w:szCs w:val="16"/>
        </w:rPr>
        <w:t xml:space="preserve">g) </w:t>
      </w:r>
      <w:r w:rsidR="00CD1E1B" w:rsidRPr="00112221">
        <w:rPr>
          <w:rFonts w:ascii="Verdana" w:hAnsi="Verdana"/>
          <w:sz w:val="16"/>
          <w:szCs w:val="16"/>
        </w:rPr>
        <w:t xml:space="preserve">T.J. </w:t>
      </w:r>
      <w:r w:rsidR="00112221" w:rsidRPr="00112221">
        <w:rPr>
          <w:rFonts w:ascii="Verdana" w:hAnsi="Verdana"/>
          <w:sz w:val="16"/>
          <w:szCs w:val="16"/>
        </w:rPr>
        <w:t>played a video game where you had to shoot bananas and strawberries into a blender as fast as you can to make a smoothie.  The first time he played it, it took him 0.6 hours to complete all one hundred levels (and make a super smoothie).  The next time he played it, he completed the game in 0.47 hrs.  How much faster did TJ finish the game the second time?</w:t>
      </w:r>
    </w:p>
    <w:p w:rsidR="00112221" w:rsidRPr="00112221" w:rsidRDefault="00112221" w:rsidP="00112221">
      <w:pPr>
        <w:pStyle w:val="NLa"/>
        <w:tabs>
          <w:tab w:val="left" w:pos="5661"/>
          <w:tab w:val="left" w:pos="6066"/>
        </w:tabs>
        <w:ind w:left="760" w:hanging="380"/>
        <w:rPr>
          <w:rFonts w:ascii="Verdana" w:hAnsi="Verdana"/>
          <w:sz w:val="16"/>
          <w:szCs w:val="16"/>
        </w:rPr>
      </w:pPr>
      <w:r w:rsidRPr="00112221">
        <w:rPr>
          <w:rFonts w:ascii="Verdana" w:hAnsi="Verdana"/>
          <w:sz w:val="16"/>
          <w:szCs w:val="16"/>
        </w:rPr>
        <w:t>Front End Estimation:</w:t>
      </w:r>
    </w:p>
    <w:p w:rsidR="00112221" w:rsidRPr="00112221" w:rsidRDefault="00112221" w:rsidP="00112221">
      <w:pPr>
        <w:pStyle w:val="NLa"/>
        <w:tabs>
          <w:tab w:val="left" w:pos="5661"/>
          <w:tab w:val="left" w:pos="6066"/>
        </w:tabs>
        <w:ind w:left="760" w:hanging="380"/>
        <w:rPr>
          <w:rFonts w:ascii="Verdana" w:hAnsi="Verdana"/>
          <w:sz w:val="16"/>
          <w:szCs w:val="16"/>
        </w:rPr>
      </w:pPr>
    </w:p>
    <w:p w:rsidR="00112221" w:rsidRPr="00112221" w:rsidRDefault="00112221" w:rsidP="00112221">
      <w:pPr>
        <w:pStyle w:val="NLa"/>
        <w:tabs>
          <w:tab w:val="left" w:pos="5661"/>
          <w:tab w:val="left" w:pos="6066"/>
        </w:tabs>
        <w:ind w:left="760" w:hanging="380"/>
        <w:rPr>
          <w:rFonts w:ascii="Verdana" w:hAnsi="Verdana"/>
          <w:sz w:val="16"/>
          <w:szCs w:val="16"/>
        </w:rPr>
      </w:pPr>
      <w:r w:rsidRPr="00112221">
        <w:rPr>
          <w:rFonts w:ascii="Verdana" w:hAnsi="Verdana"/>
          <w:sz w:val="16"/>
          <w:szCs w:val="16"/>
        </w:rPr>
        <w:t>Relative Size Estimation:</w:t>
      </w:r>
    </w:p>
    <w:p w:rsidR="00112221" w:rsidRPr="00112221" w:rsidRDefault="00112221" w:rsidP="00112221">
      <w:pPr>
        <w:pStyle w:val="NLa"/>
        <w:tabs>
          <w:tab w:val="left" w:pos="5661"/>
          <w:tab w:val="left" w:pos="6066"/>
        </w:tabs>
        <w:ind w:left="760" w:hanging="380"/>
        <w:rPr>
          <w:rFonts w:ascii="Verdana" w:hAnsi="Verdana"/>
          <w:sz w:val="16"/>
          <w:szCs w:val="16"/>
        </w:rPr>
      </w:pPr>
      <w:r w:rsidRPr="00112221">
        <w:rPr>
          <w:rFonts w:ascii="Verdana" w:hAnsi="Verdana"/>
          <w:sz w:val="16"/>
          <w:szCs w:val="16"/>
        </w:rPr>
        <w:tab/>
      </w:r>
    </w:p>
    <w:p w:rsidR="008E7B16" w:rsidRPr="00112221" w:rsidRDefault="00112221" w:rsidP="00112221">
      <w:pPr>
        <w:pStyle w:val="NLa"/>
        <w:tabs>
          <w:tab w:val="left" w:pos="5661"/>
          <w:tab w:val="left" w:pos="6066"/>
        </w:tabs>
        <w:ind w:left="760" w:hanging="380"/>
        <w:rPr>
          <w:rFonts w:ascii="Verdana" w:hAnsi="Verdana"/>
          <w:sz w:val="16"/>
          <w:szCs w:val="16"/>
        </w:rPr>
      </w:pPr>
      <w:r w:rsidRPr="00112221">
        <w:rPr>
          <w:rFonts w:ascii="Verdana" w:hAnsi="Verdana"/>
          <w:sz w:val="16"/>
          <w:szCs w:val="16"/>
        </w:rPr>
        <w:t>Actual answer:</w:t>
      </w:r>
    </w:p>
    <w:p w:rsidR="008E7B16" w:rsidRDefault="008E7B16">
      <w:pPr>
        <w:pStyle w:val="NLa"/>
        <w:tabs>
          <w:tab w:val="left" w:pos="5661"/>
          <w:tab w:val="left" w:pos="6066"/>
        </w:tabs>
        <w:ind w:left="760" w:hanging="380"/>
        <w:rPr>
          <w:rFonts w:ascii="Verdana" w:hAnsi="Verdana"/>
          <w:sz w:val="16"/>
          <w:szCs w:val="16"/>
        </w:rPr>
      </w:pPr>
    </w:p>
    <w:p w:rsidR="00112221" w:rsidRPr="00112221" w:rsidRDefault="00112221">
      <w:pPr>
        <w:pStyle w:val="NLa"/>
        <w:tabs>
          <w:tab w:val="left" w:pos="5661"/>
          <w:tab w:val="left" w:pos="6066"/>
        </w:tabs>
        <w:ind w:left="760" w:hanging="380"/>
        <w:rPr>
          <w:rFonts w:ascii="Verdana" w:hAnsi="Verdana"/>
          <w:sz w:val="16"/>
          <w:szCs w:val="16"/>
        </w:rPr>
      </w:pPr>
    </w:p>
    <w:p w:rsidR="006D2B82" w:rsidRPr="00112221" w:rsidRDefault="00112221" w:rsidP="00112221">
      <w:pPr>
        <w:pStyle w:val="NLa"/>
        <w:tabs>
          <w:tab w:val="left" w:pos="5661"/>
          <w:tab w:val="left" w:pos="6066"/>
        </w:tabs>
        <w:ind w:left="0" w:firstLine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h) TJ sold the game to </w:t>
      </w:r>
      <w:proofErr w:type="spellStart"/>
      <w:r>
        <w:rPr>
          <w:rFonts w:ascii="Verdana" w:hAnsi="Verdana"/>
          <w:sz w:val="16"/>
          <w:szCs w:val="16"/>
        </w:rPr>
        <w:t>Teyan</w:t>
      </w:r>
      <w:proofErr w:type="spellEnd"/>
      <w:r>
        <w:rPr>
          <w:rFonts w:ascii="Verdana" w:hAnsi="Verdana"/>
          <w:sz w:val="16"/>
          <w:szCs w:val="16"/>
        </w:rPr>
        <w:t xml:space="preserve"> and he finished it in </w:t>
      </w:r>
      <w:r w:rsidR="00A34812" w:rsidRPr="00112221">
        <w:rPr>
          <w:rFonts w:ascii="Verdana" w:hAnsi="Verdana"/>
          <w:sz w:val="16"/>
          <w:szCs w:val="16"/>
        </w:rPr>
        <w:t>6.9</w:t>
      </w:r>
      <w:r>
        <w:rPr>
          <w:rFonts w:ascii="Verdana" w:hAnsi="Verdana"/>
          <w:sz w:val="16"/>
          <w:szCs w:val="16"/>
        </w:rPr>
        <w:t xml:space="preserve"> hrs. </w:t>
      </w:r>
      <w:proofErr w:type="gramStart"/>
      <w:r>
        <w:rPr>
          <w:rFonts w:ascii="Verdana" w:hAnsi="Verdana"/>
          <w:sz w:val="16"/>
          <w:szCs w:val="16"/>
        </w:rPr>
        <w:t>the</w:t>
      </w:r>
      <w:proofErr w:type="gramEnd"/>
      <w:r>
        <w:rPr>
          <w:rFonts w:ascii="Verdana" w:hAnsi="Verdana"/>
          <w:sz w:val="16"/>
          <w:szCs w:val="16"/>
        </w:rPr>
        <w:t xml:space="preserve"> first time (because his mom made him pause it to go to hockey practice) and </w:t>
      </w:r>
      <w:r w:rsidR="00A34812" w:rsidRPr="00112221">
        <w:rPr>
          <w:rFonts w:ascii="Verdana" w:hAnsi="Verdana"/>
          <w:sz w:val="16"/>
          <w:szCs w:val="16"/>
        </w:rPr>
        <w:t>0.82</w:t>
      </w:r>
      <w:r>
        <w:rPr>
          <w:rFonts w:ascii="Verdana" w:hAnsi="Verdana"/>
          <w:sz w:val="16"/>
          <w:szCs w:val="16"/>
        </w:rPr>
        <w:t xml:space="preserve"> hours the second  time.  How much faster did TJ get at the game?</w:t>
      </w:r>
    </w:p>
    <w:p w:rsidR="00112221" w:rsidRPr="00112221" w:rsidRDefault="00112221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6"/>
          <w:szCs w:val="16"/>
        </w:rPr>
      </w:pPr>
      <w:r w:rsidRPr="00112221">
        <w:rPr>
          <w:rFonts w:ascii="Verdana" w:hAnsi="Verdana"/>
          <w:sz w:val="16"/>
          <w:szCs w:val="16"/>
        </w:rPr>
        <w:t>Front End Estimation:</w:t>
      </w:r>
    </w:p>
    <w:p w:rsidR="00112221" w:rsidRDefault="00112221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6"/>
          <w:szCs w:val="16"/>
        </w:rPr>
      </w:pPr>
    </w:p>
    <w:p w:rsidR="00112221" w:rsidRPr="00112221" w:rsidRDefault="00112221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6"/>
          <w:szCs w:val="16"/>
        </w:rPr>
      </w:pPr>
      <w:r w:rsidRPr="00112221">
        <w:rPr>
          <w:rFonts w:ascii="Verdana" w:hAnsi="Verdana"/>
          <w:sz w:val="16"/>
          <w:szCs w:val="16"/>
        </w:rPr>
        <w:t>Relative Size Estimation:</w:t>
      </w:r>
    </w:p>
    <w:p w:rsidR="00112221" w:rsidRDefault="00112221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6"/>
          <w:szCs w:val="16"/>
        </w:rPr>
      </w:pPr>
    </w:p>
    <w:p w:rsidR="00112221" w:rsidRPr="00112221" w:rsidRDefault="00112221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6"/>
          <w:szCs w:val="16"/>
        </w:rPr>
      </w:pPr>
      <w:r w:rsidRPr="00112221">
        <w:rPr>
          <w:rFonts w:ascii="Verdana" w:hAnsi="Verdana"/>
          <w:sz w:val="16"/>
          <w:szCs w:val="16"/>
        </w:rPr>
        <w:tab/>
      </w:r>
    </w:p>
    <w:p w:rsidR="006D2B82" w:rsidRDefault="00112221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6"/>
          <w:szCs w:val="16"/>
        </w:rPr>
      </w:pPr>
      <w:r w:rsidRPr="00112221">
        <w:rPr>
          <w:rFonts w:ascii="Verdana" w:hAnsi="Verdana"/>
          <w:sz w:val="16"/>
          <w:szCs w:val="16"/>
        </w:rPr>
        <w:t>Actual answer</w:t>
      </w:r>
    </w:p>
    <w:p w:rsidR="00F33222" w:rsidRPr="00F33222" w:rsidRDefault="00F33222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  <w:r w:rsidRPr="00F33222">
        <w:rPr>
          <w:rFonts w:ascii="Verdana" w:hAnsi="Verdana"/>
          <w:sz w:val="18"/>
          <w:szCs w:val="18"/>
        </w:rPr>
        <w:lastRenderedPageBreak/>
        <w:t xml:space="preserve">Make up </w:t>
      </w:r>
      <w:r w:rsidRPr="00F33222">
        <w:rPr>
          <w:rFonts w:ascii="Verdana" w:hAnsi="Verdana"/>
          <w:b/>
          <w:sz w:val="18"/>
          <w:szCs w:val="18"/>
        </w:rPr>
        <w:t xml:space="preserve">two </w:t>
      </w:r>
      <w:r w:rsidRPr="00F33222">
        <w:rPr>
          <w:rFonts w:ascii="Verdana" w:hAnsi="Verdana"/>
          <w:sz w:val="18"/>
          <w:szCs w:val="18"/>
        </w:rPr>
        <w:t>stories involving adding or subtracting decimal numbers.  Be sure to figure out the answer and write it on a different page!  Quietly change papers with two different students and have them try your questions.  Mark their answers after.</w:t>
      </w:r>
    </w:p>
    <w:p w:rsidR="00F33222" w:rsidRPr="00F33222" w:rsidRDefault="00F33222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</w:p>
    <w:p w:rsidR="00F33222" w:rsidRPr="00F33222" w:rsidRDefault="00F33222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 xml:space="preserve">Your </w:t>
      </w:r>
      <w:r w:rsidRPr="00F33222">
        <w:rPr>
          <w:rFonts w:ascii="Verdana" w:hAnsi="Verdana"/>
          <w:sz w:val="18"/>
          <w:szCs w:val="18"/>
          <w:u w:val="single"/>
        </w:rPr>
        <w:t>Decimal Story #1:</w:t>
      </w:r>
    </w:p>
    <w:p w:rsidR="00F33222" w:rsidRPr="00F33222" w:rsidRDefault="00F33222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</w:p>
    <w:p w:rsidR="00F33222" w:rsidRPr="00F33222" w:rsidRDefault="00F33222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</w:p>
    <w:p w:rsidR="00F33222" w:rsidRPr="00F33222" w:rsidRDefault="00F33222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</w:p>
    <w:p w:rsidR="00F33222" w:rsidRPr="00F33222" w:rsidRDefault="00F33222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</w:p>
    <w:p w:rsidR="00F33222" w:rsidRPr="00F33222" w:rsidRDefault="00F33222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  <w:r w:rsidRPr="00F33222">
        <w:rPr>
          <w:rFonts w:ascii="Verdana" w:hAnsi="Verdana"/>
          <w:b/>
          <w:sz w:val="18"/>
          <w:szCs w:val="18"/>
        </w:rPr>
        <w:t>Student NAME</w:t>
      </w:r>
      <w:r w:rsidRPr="00F33222">
        <w:rPr>
          <w:rFonts w:ascii="Verdana" w:hAnsi="Verdana"/>
          <w:sz w:val="18"/>
          <w:szCs w:val="18"/>
        </w:rPr>
        <w:t>________________________________</w:t>
      </w:r>
      <w:proofErr w:type="gramStart"/>
      <w:r w:rsidRPr="00F33222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>(</w:t>
      </w:r>
      <w:proofErr w:type="gramEnd"/>
      <w:r>
        <w:rPr>
          <w:rFonts w:ascii="Verdana" w:hAnsi="Verdana"/>
          <w:sz w:val="18"/>
          <w:szCs w:val="18"/>
        </w:rPr>
        <w:t>the name of the person trying your question)</w:t>
      </w:r>
    </w:p>
    <w:p w:rsidR="00F33222" w:rsidRPr="00F33222" w:rsidRDefault="00F33222" w:rsidP="00F33222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  <w:r w:rsidRPr="00F33222">
        <w:rPr>
          <w:rFonts w:ascii="Verdana" w:hAnsi="Verdana"/>
          <w:sz w:val="18"/>
          <w:szCs w:val="18"/>
        </w:rPr>
        <w:t>Front End Estimation:</w:t>
      </w:r>
    </w:p>
    <w:p w:rsidR="00F33222" w:rsidRPr="00F33222" w:rsidRDefault="00F33222" w:rsidP="00F33222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</w:p>
    <w:p w:rsidR="00F33222" w:rsidRPr="00F33222" w:rsidRDefault="00F33222" w:rsidP="00F33222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</w:p>
    <w:p w:rsidR="00F33222" w:rsidRPr="00F33222" w:rsidRDefault="00F33222" w:rsidP="00F33222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  <w:r w:rsidRPr="00F33222">
        <w:rPr>
          <w:rFonts w:ascii="Verdana" w:hAnsi="Verdana"/>
          <w:sz w:val="18"/>
          <w:szCs w:val="18"/>
        </w:rPr>
        <w:t>Relative Size Estimation:</w:t>
      </w:r>
    </w:p>
    <w:p w:rsidR="00F33222" w:rsidRPr="00F33222" w:rsidRDefault="00F33222" w:rsidP="00F33222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</w:p>
    <w:p w:rsidR="00F33222" w:rsidRPr="00F33222" w:rsidRDefault="00F33222" w:rsidP="00F33222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  <w:r w:rsidRPr="00F33222">
        <w:rPr>
          <w:rFonts w:ascii="Verdana" w:hAnsi="Verdana"/>
          <w:sz w:val="18"/>
          <w:szCs w:val="18"/>
        </w:rPr>
        <w:tab/>
      </w:r>
    </w:p>
    <w:p w:rsidR="00F33222" w:rsidRPr="00F33222" w:rsidRDefault="00F33222" w:rsidP="00F33222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  <w:r w:rsidRPr="00F33222">
        <w:rPr>
          <w:rFonts w:ascii="Verdana" w:hAnsi="Verdana"/>
          <w:sz w:val="18"/>
          <w:szCs w:val="18"/>
        </w:rPr>
        <w:t>Actual answer:</w:t>
      </w:r>
    </w:p>
    <w:p w:rsidR="00F33222" w:rsidRPr="00F33222" w:rsidRDefault="00F33222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</w:p>
    <w:p w:rsidR="00F33222" w:rsidRPr="00F33222" w:rsidRDefault="00F33222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__________________________________________________________________________________</w:t>
      </w:r>
    </w:p>
    <w:p w:rsidR="00F33222" w:rsidRPr="00F33222" w:rsidRDefault="00F33222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 xml:space="preserve">Your </w:t>
      </w:r>
      <w:r w:rsidRPr="00F33222">
        <w:rPr>
          <w:rFonts w:ascii="Verdana" w:hAnsi="Verdana"/>
          <w:sz w:val="18"/>
          <w:szCs w:val="18"/>
          <w:u w:val="single"/>
        </w:rPr>
        <w:t>Decimal Story #2:</w:t>
      </w:r>
    </w:p>
    <w:p w:rsidR="00F33222" w:rsidRPr="00F33222" w:rsidRDefault="00F33222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</w:p>
    <w:p w:rsidR="00F33222" w:rsidRPr="00F33222" w:rsidRDefault="00F33222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</w:p>
    <w:p w:rsidR="00F33222" w:rsidRPr="00F33222" w:rsidRDefault="00F33222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</w:p>
    <w:p w:rsidR="00F33222" w:rsidRPr="00F33222" w:rsidRDefault="00F33222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</w:p>
    <w:p w:rsidR="00F33222" w:rsidRPr="00F33222" w:rsidRDefault="00F33222" w:rsidP="00F33222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  <w:r w:rsidRPr="00F33222">
        <w:rPr>
          <w:rFonts w:ascii="Verdana" w:hAnsi="Verdana"/>
          <w:b/>
          <w:sz w:val="18"/>
          <w:szCs w:val="18"/>
        </w:rPr>
        <w:t>Student NAME</w:t>
      </w:r>
      <w:r w:rsidRPr="00F33222">
        <w:rPr>
          <w:rFonts w:ascii="Verdana" w:hAnsi="Verdana"/>
          <w:sz w:val="18"/>
          <w:szCs w:val="18"/>
        </w:rPr>
        <w:t>________________________________</w:t>
      </w:r>
      <w:proofErr w:type="gramStart"/>
      <w:r w:rsidRPr="00F33222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>(</w:t>
      </w:r>
      <w:proofErr w:type="gramEnd"/>
      <w:r>
        <w:rPr>
          <w:rFonts w:ascii="Verdana" w:hAnsi="Verdana"/>
          <w:sz w:val="18"/>
          <w:szCs w:val="18"/>
        </w:rPr>
        <w:t>the name of the person trying your question)</w:t>
      </w:r>
    </w:p>
    <w:p w:rsidR="00F33222" w:rsidRPr="00F33222" w:rsidRDefault="00F33222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</w:p>
    <w:p w:rsidR="00F33222" w:rsidRPr="00F33222" w:rsidRDefault="00F33222" w:rsidP="00F33222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  <w:r w:rsidRPr="00F33222">
        <w:rPr>
          <w:rFonts w:ascii="Verdana" w:hAnsi="Verdana"/>
          <w:sz w:val="18"/>
          <w:szCs w:val="18"/>
        </w:rPr>
        <w:t>Front End Estimation:</w:t>
      </w:r>
    </w:p>
    <w:p w:rsidR="00F33222" w:rsidRPr="00F33222" w:rsidRDefault="00F33222" w:rsidP="00F33222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</w:p>
    <w:p w:rsidR="00F33222" w:rsidRPr="00F33222" w:rsidRDefault="00F33222" w:rsidP="00F33222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</w:p>
    <w:p w:rsidR="00F33222" w:rsidRPr="00F33222" w:rsidRDefault="00F33222" w:rsidP="00F33222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</w:p>
    <w:p w:rsidR="00F33222" w:rsidRPr="00F33222" w:rsidRDefault="00F33222" w:rsidP="00F33222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  <w:r w:rsidRPr="00F33222">
        <w:rPr>
          <w:rFonts w:ascii="Verdana" w:hAnsi="Verdana"/>
          <w:sz w:val="18"/>
          <w:szCs w:val="18"/>
        </w:rPr>
        <w:t>Relative Size Estimation:</w:t>
      </w:r>
    </w:p>
    <w:p w:rsidR="00F33222" w:rsidRPr="00F33222" w:rsidRDefault="00F33222" w:rsidP="00F33222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</w:p>
    <w:p w:rsidR="00F33222" w:rsidRPr="00F33222" w:rsidRDefault="00F33222" w:rsidP="00F33222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</w:p>
    <w:p w:rsidR="00F33222" w:rsidRPr="00F33222" w:rsidRDefault="00F33222" w:rsidP="00F33222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  <w:r w:rsidRPr="00F33222">
        <w:rPr>
          <w:rFonts w:ascii="Verdana" w:hAnsi="Verdana"/>
          <w:sz w:val="18"/>
          <w:szCs w:val="18"/>
        </w:rPr>
        <w:tab/>
      </w:r>
    </w:p>
    <w:p w:rsidR="00F33222" w:rsidRPr="00F33222" w:rsidRDefault="00F33222" w:rsidP="00112221">
      <w:pPr>
        <w:pStyle w:val="NLa"/>
        <w:tabs>
          <w:tab w:val="left" w:pos="5661"/>
          <w:tab w:val="left" w:pos="6066"/>
        </w:tabs>
        <w:spacing w:before="100"/>
        <w:ind w:left="748" w:hanging="374"/>
        <w:rPr>
          <w:rFonts w:ascii="Verdana" w:hAnsi="Verdana"/>
          <w:sz w:val="18"/>
          <w:szCs w:val="18"/>
        </w:rPr>
      </w:pPr>
      <w:r w:rsidRPr="00F33222">
        <w:rPr>
          <w:rFonts w:ascii="Verdana" w:hAnsi="Verdana"/>
          <w:sz w:val="18"/>
          <w:szCs w:val="18"/>
        </w:rPr>
        <w:t>Actual answer:</w:t>
      </w:r>
    </w:p>
    <w:sectPr w:rsidR="00F33222" w:rsidRPr="00F3322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type w:val="continuous"/>
      <w:pgSz w:w="12240" w:h="15840" w:code="1"/>
      <w:pgMar w:top="965" w:right="965" w:bottom="1195" w:left="1440" w:header="0" w:footer="576" w:gutter="0"/>
      <w:pgNumType w:start="7"/>
      <w:cols w:space="708" w:equalWidth="0">
        <w:col w:w="9835" w:space="72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B9F" w:rsidRDefault="00356B9F">
      <w:r>
        <w:separator/>
      </w:r>
    </w:p>
  </w:endnote>
  <w:endnote w:type="continuationSeparator" w:id="0">
    <w:p w:rsidR="00356B9F" w:rsidRDefault="00356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B82" w:rsidRDefault="00A34812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3222">
      <w:rPr>
        <w:rStyle w:val="PageNumber"/>
        <w:noProof/>
      </w:rPr>
      <w:t>8</w:t>
    </w:r>
    <w:r>
      <w:rPr>
        <w:rStyle w:val="PageNumber"/>
      </w:rPr>
      <w:fldChar w:fldCharType="end"/>
    </w:r>
  </w:p>
  <w:p w:rsidR="006D2B82" w:rsidRDefault="006D2B82" w:rsidP="00A34812">
    <w:pPr>
      <w:pStyle w:val="Footer"/>
      <w:ind w:right="360" w:firstLine="360"/>
      <w:jc w:val="center"/>
      <w:rPr>
        <w:rFonts w:ascii="Verdana" w:hAnsi="Verdan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B82" w:rsidRDefault="006D2B82">
    <w:pPr>
      <w:pStyle w:val="Footer"/>
      <w:framePr w:wrap="around" w:vAnchor="text" w:hAnchor="margin" w:xAlign="outside" w:y="1"/>
      <w:rPr>
        <w:rStyle w:val="PageNumber"/>
      </w:rPr>
    </w:pPr>
  </w:p>
  <w:p w:rsidR="006D2B82" w:rsidRDefault="006D2B82" w:rsidP="00112221">
    <w:pPr>
      <w:pStyle w:val="Footer"/>
      <w:tabs>
        <w:tab w:val="clear" w:pos="5760"/>
        <w:tab w:val="left" w:pos="6300"/>
      </w:tabs>
      <w:ind w:right="360" w:firstLine="360"/>
      <w:jc w:val="center"/>
      <w:rPr>
        <w:rFonts w:ascii="Verdana" w:hAnsi="Verdan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B9F" w:rsidRDefault="00356B9F">
      <w:r>
        <w:separator/>
      </w:r>
    </w:p>
  </w:footnote>
  <w:footnote w:type="continuationSeparator" w:id="0">
    <w:p w:rsidR="00356B9F" w:rsidRDefault="00356B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B82" w:rsidRDefault="006D2B82">
    <w:pPr>
      <w:pStyle w:val="namedate"/>
      <w:spacing w:after="500"/>
    </w:pPr>
  </w:p>
  <w:p w:rsidR="006D2B82" w:rsidRDefault="00A34812">
    <w:pPr>
      <w:pStyle w:val="namedate"/>
    </w:pPr>
    <w:r>
      <w:t>Name: ________________________________</w:t>
    </w:r>
    <w:r>
      <w:tab/>
    </w:r>
    <w:r>
      <w:tab/>
    </w:r>
    <w:r>
      <w:tab/>
      <w:t>Date: 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B82" w:rsidRDefault="006D2B82">
    <w:pPr>
      <w:pStyle w:val="namedate"/>
      <w:spacing w:after="500"/>
    </w:pPr>
  </w:p>
  <w:p w:rsidR="006D2B82" w:rsidRDefault="00A34812" w:rsidP="008E7B16">
    <w:pPr>
      <w:pStyle w:val="namedate"/>
    </w:pPr>
    <w:r>
      <w:t>Name: _________</w:t>
    </w:r>
    <w:r w:rsidR="008E7B16">
      <w:t>________________________</w:t>
    </w:r>
    <w:r w:rsidR="008E7B16">
      <w:tab/>
    </w:r>
    <w:r w:rsidR="008E7B16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B82" w:rsidRDefault="006D2B82">
    <w:pPr>
      <w:pStyle w:val="namedate"/>
      <w:spacing w:after="500"/>
    </w:pPr>
  </w:p>
  <w:p w:rsidR="006D2B82" w:rsidRDefault="00A34812">
    <w:pPr>
      <w:pStyle w:val="namedate"/>
    </w:pPr>
    <w:r>
      <w:t>Name: ________________________________</w:t>
    </w:r>
    <w:r>
      <w:tab/>
    </w:r>
    <w:r>
      <w:tab/>
    </w:r>
    <w:r>
      <w:tab/>
      <w:t>Date: 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D51F0"/>
    <w:multiLevelType w:val="hybridMultilevel"/>
    <w:tmpl w:val="323A496C"/>
    <w:lvl w:ilvl="0" w:tplc="8720636E">
      <w:start w:val="1"/>
      <w:numFmt w:val="lowerLetter"/>
      <w:pStyle w:val="Style1"/>
      <w:lvlText w:val="%1)"/>
      <w:lvlJc w:val="left"/>
      <w:pPr>
        <w:tabs>
          <w:tab w:val="num" w:pos="420"/>
        </w:tabs>
        <w:ind w:left="420" w:hanging="420"/>
      </w:pPr>
      <w:rPr>
        <w:rFonts w:ascii="Verdana" w:hAnsi="Verdana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275CD8"/>
    <w:multiLevelType w:val="hybridMultilevel"/>
    <w:tmpl w:val="C450ABA6"/>
    <w:lvl w:ilvl="0" w:tplc="0122F5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5B95CDC"/>
    <w:multiLevelType w:val="hybridMultilevel"/>
    <w:tmpl w:val="728AB5C0"/>
    <w:lvl w:ilvl="0" w:tplc="84EE000A">
      <w:start w:val="1"/>
      <w:numFmt w:val="decimal"/>
      <w:pStyle w:val="TableNL"/>
      <w:lvlText w:val="%1."/>
      <w:lvlJc w:val="left"/>
      <w:pPr>
        <w:tabs>
          <w:tab w:val="num" w:pos="360"/>
        </w:tabs>
        <w:ind w:left="288" w:hanging="288"/>
      </w:pPr>
      <w:rPr>
        <w:rFonts w:ascii="Times New Roman" w:hAnsi="Times New Roman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B50318"/>
    <w:multiLevelType w:val="hybridMultilevel"/>
    <w:tmpl w:val="58EE16BE"/>
    <w:lvl w:ilvl="0" w:tplc="4CCA3D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A2924"/>
    <w:multiLevelType w:val="hybridMultilevel"/>
    <w:tmpl w:val="528ADF56"/>
    <w:lvl w:ilvl="0" w:tplc="7E82B10A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mirrorMargins/>
  <w:proofState w:spelling="clean" w:grammar="clean"/>
  <w:attachedTemplate r:id="rId1"/>
  <w:defaultTabStop w:val="288"/>
  <w:evenAndOddHeaders/>
  <w:drawingGridHorizontalSpacing w:val="187"/>
  <w:drawingGridVerticalSpacing w:val="1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488"/>
    <w:rsid w:val="000415E6"/>
    <w:rsid w:val="00112221"/>
    <w:rsid w:val="00356B9F"/>
    <w:rsid w:val="006D2B82"/>
    <w:rsid w:val="0072701E"/>
    <w:rsid w:val="00757488"/>
    <w:rsid w:val="008E7B16"/>
    <w:rsid w:val="009D50C1"/>
    <w:rsid w:val="00A34812"/>
    <w:rsid w:val="00B836DF"/>
    <w:rsid w:val="00C5237A"/>
    <w:rsid w:val="00C83191"/>
    <w:rsid w:val="00CD1E1B"/>
    <w:rsid w:val="00D35C48"/>
    <w:rsid w:val="00DE0F65"/>
    <w:rsid w:val="00F33222"/>
    <w:rsid w:val="00F81105"/>
    <w:rsid w:val="00FB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CA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1"/>
    </w:pPr>
    <w:rPr>
      <w:rFonts w:ascii="Times" w:hAnsi="Times"/>
      <w:b/>
      <w:color w:val="FFFF99"/>
      <w:sz w:val="22"/>
      <w:szCs w:val="20"/>
      <w:u w:val="single"/>
      <w:lang w:val="en-US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Helvetica" w:hAnsi="Helvetica" w:cs="Arial"/>
      <w:b/>
      <w:bCs/>
      <w:color w:val="3366FF"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Helvetica" w:hAnsi="Helvetica" w:cs="Arial"/>
      <w:b/>
      <w:bCs/>
      <w:color w:val="008000"/>
      <w:sz w:val="20"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color w:val="FF6600"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color w:val="0000FF"/>
      <w:sz w:val="28"/>
      <w:szCs w:val="28"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rFonts w:ascii="Verdana" w:hAnsi="Verdana"/>
      <w:b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namedate">
    <w:name w:val="name/date"/>
    <w:basedOn w:val="Normal"/>
    <w:pPr>
      <w:tabs>
        <w:tab w:val="left" w:pos="5400"/>
      </w:tabs>
      <w:spacing w:after="300"/>
    </w:pPr>
    <w:rPr>
      <w:rFonts w:ascii="Verdana" w:hAnsi="Verdana" w:cs="Arial"/>
      <w:sz w:val="22"/>
    </w:rPr>
  </w:style>
  <w:style w:type="paragraph" w:customStyle="1" w:styleId="H1">
    <w:name w:val="H1"/>
    <w:basedOn w:val="Normal"/>
    <w:pPr>
      <w:tabs>
        <w:tab w:val="center" w:pos="9144"/>
      </w:tabs>
      <w:spacing w:after="160" w:line="360" w:lineRule="exact"/>
    </w:pPr>
    <w:rPr>
      <w:rFonts w:ascii="Verdana" w:hAnsi="Verdana" w:cs="Arial"/>
      <w:b/>
      <w:bCs/>
      <w:sz w:val="36"/>
    </w:rPr>
  </w:style>
  <w:style w:type="paragraph" w:customStyle="1" w:styleId="BLM">
    <w:name w:val="BLM #"/>
    <w:basedOn w:val="Normal"/>
    <w:pPr>
      <w:jc w:val="right"/>
    </w:pPr>
    <w:rPr>
      <w:rFonts w:ascii="Verdana" w:hAnsi="Verdana"/>
      <w:b/>
      <w:sz w:val="18"/>
    </w:rPr>
  </w:style>
  <w:style w:type="character" w:customStyle="1" w:styleId="BLMcontinuedd">
    <w:name w:val="BLM continuedd"/>
    <w:basedOn w:val="DefaultParagraphFont"/>
    <w:rPr>
      <w:rFonts w:ascii="Verdana" w:hAnsi="Verdana" w:cs="Arial"/>
      <w:sz w:val="18"/>
    </w:rPr>
  </w:style>
  <w:style w:type="paragraph" w:customStyle="1" w:styleId="TableHead">
    <w:name w:val="Table Head"/>
    <w:basedOn w:val="Normal"/>
    <w:pPr>
      <w:spacing w:before="60" w:after="60" w:line="260" w:lineRule="exact"/>
      <w:jc w:val="center"/>
    </w:pPr>
    <w:rPr>
      <w:rFonts w:ascii="Verdana" w:hAnsi="Verdana" w:cs="Arial"/>
      <w:b/>
      <w:bCs/>
    </w:rPr>
  </w:style>
  <w:style w:type="paragraph" w:customStyle="1" w:styleId="TableText">
    <w:name w:val="Table Text"/>
    <w:basedOn w:val="Normal"/>
    <w:pPr>
      <w:spacing w:before="60" w:after="60" w:line="260" w:lineRule="exact"/>
    </w:pPr>
    <w:rPr>
      <w:rFonts w:ascii="Verdana" w:hAnsi="Verdana" w:cs="Arial"/>
    </w:rPr>
  </w:style>
  <w:style w:type="paragraph" w:customStyle="1" w:styleId="Style1">
    <w:name w:val="Style1"/>
    <w:basedOn w:val="Normal"/>
    <w:pPr>
      <w:numPr>
        <w:numId w:val="2"/>
      </w:numPr>
      <w:spacing w:before="60" w:after="320" w:line="360" w:lineRule="exact"/>
      <w:ind w:left="720"/>
    </w:pPr>
    <w:rPr>
      <w:rFonts w:ascii="Verdana" w:hAnsi="Verdana" w:cs="Arial"/>
    </w:rPr>
  </w:style>
  <w:style w:type="paragraph" w:styleId="Footer">
    <w:name w:val="footer"/>
    <w:basedOn w:val="Normal"/>
    <w:semiHidden/>
    <w:pPr>
      <w:tabs>
        <w:tab w:val="left" w:pos="461"/>
        <w:tab w:val="left" w:pos="5760"/>
      </w:tabs>
    </w:pPr>
    <w:rPr>
      <w:sz w:val="18"/>
    </w:rPr>
  </w:style>
  <w:style w:type="paragraph" w:customStyle="1" w:styleId="MTDisplayEquation">
    <w:name w:val="MTDisplayEquation"/>
    <w:basedOn w:val="Normal"/>
    <w:next w:val="Normal"/>
    <w:pPr>
      <w:tabs>
        <w:tab w:val="center" w:pos="5340"/>
        <w:tab w:val="right" w:pos="9840"/>
      </w:tabs>
      <w:spacing w:line="280" w:lineRule="exact"/>
      <w:ind w:left="840" w:hanging="360"/>
    </w:pPr>
    <w:rPr>
      <w:rFonts w:cs="Arial"/>
    </w:rPr>
  </w:style>
  <w:style w:type="paragraph" w:customStyle="1" w:styleId="H2">
    <w:name w:val="H2"/>
    <w:basedOn w:val="Normal"/>
    <w:pPr>
      <w:spacing w:before="360" w:after="120" w:line="320" w:lineRule="exact"/>
    </w:pPr>
    <w:rPr>
      <w:rFonts w:ascii="Verdana" w:hAnsi="Verdana"/>
      <w:b/>
      <w:sz w:val="28"/>
    </w:rPr>
  </w:style>
  <w:style w:type="paragraph" w:styleId="ListBullet">
    <w:name w:val="List Bullet"/>
    <w:basedOn w:val="Normal"/>
    <w:autoRedefine/>
    <w:semiHidden/>
    <w:pPr>
      <w:spacing w:line="360" w:lineRule="exact"/>
      <w:ind w:left="820" w:hanging="260"/>
    </w:pPr>
    <w:rPr>
      <w:rFonts w:ascii="Verdana" w:hAnsi="Verdana"/>
    </w:rPr>
  </w:style>
  <w:style w:type="paragraph" w:customStyle="1" w:styleId="h3">
    <w:name w:val="h3"/>
    <w:basedOn w:val="Normal"/>
    <w:rPr>
      <w:b/>
      <w:szCs w:val="20"/>
      <w:lang w:val="en-US"/>
    </w:rPr>
  </w:style>
  <w:style w:type="paragraph" w:customStyle="1" w:styleId="practicetest">
    <w:name w:val="practicetest"/>
    <w:basedOn w:val="TableText"/>
    <w:pPr>
      <w:spacing w:after="320" w:line="360" w:lineRule="exact"/>
    </w:pPr>
  </w:style>
  <w:style w:type="paragraph" w:customStyle="1" w:styleId="practicetest-NLDD">
    <w:name w:val="practicetest - NL (DD)"/>
    <w:basedOn w:val="practicetest"/>
    <w:pPr>
      <w:tabs>
        <w:tab w:val="left" w:pos="648"/>
      </w:tabs>
      <w:spacing w:before="0" w:after="60"/>
      <w:ind w:left="560" w:hanging="560"/>
    </w:pPr>
  </w:style>
  <w:style w:type="paragraph" w:customStyle="1" w:styleId="TableNL">
    <w:name w:val="Table NL"/>
    <w:basedOn w:val="TableText"/>
    <w:pPr>
      <w:numPr>
        <w:numId w:val="1"/>
      </w:numPr>
    </w:pPr>
  </w:style>
  <w:style w:type="paragraph" w:customStyle="1" w:styleId="practicetestAL">
    <w:name w:val="practicetest_AL"/>
    <w:basedOn w:val="practicetest"/>
    <w:pPr>
      <w:tabs>
        <w:tab w:val="left" w:pos="1060"/>
      </w:tabs>
      <w:spacing w:after="0"/>
      <w:ind w:left="980" w:hanging="420"/>
    </w:pPr>
  </w:style>
  <w:style w:type="paragraph" w:customStyle="1" w:styleId="practicetestNormal">
    <w:name w:val="practicetest_Normal"/>
    <w:basedOn w:val="practicetest"/>
    <w:pPr>
      <w:spacing w:before="0" w:after="60"/>
    </w:pPr>
    <w:rPr>
      <w:i/>
    </w:rPr>
  </w:style>
  <w:style w:type="paragraph" w:customStyle="1" w:styleId="practicetest-UL">
    <w:name w:val="practicetest -UL"/>
    <w:basedOn w:val="practicetest-NLDD"/>
    <w:pPr>
      <w:ind w:left="0" w:firstLine="0"/>
    </w:pPr>
  </w:style>
  <w:style w:type="paragraph" w:customStyle="1" w:styleId="rule">
    <w:name w:val="rule"/>
    <w:basedOn w:val="Normal"/>
    <w:pPr>
      <w:spacing w:before="200" w:line="360" w:lineRule="exact"/>
      <w:ind w:firstLine="840"/>
    </w:pPr>
    <w:rPr>
      <w:rFonts w:ascii="Verdana" w:hAnsi="Verdana"/>
      <w:color w:val="808080"/>
    </w:rPr>
  </w:style>
  <w:style w:type="paragraph" w:customStyle="1" w:styleId="practicetest-indent">
    <w:name w:val="practicetest-indent"/>
    <w:basedOn w:val="practicetestNormal"/>
    <w:pPr>
      <w:ind w:left="391"/>
    </w:pPr>
  </w:style>
  <w:style w:type="paragraph" w:customStyle="1" w:styleId="practicetest-AL-2">
    <w:name w:val="practicetest-AL-2"/>
    <w:basedOn w:val="practicetest-ALDD"/>
    <w:pPr>
      <w:tabs>
        <w:tab w:val="clear" w:pos="408"/>
        <w:tab w:val="left" w:pos="588"/>
      </w:tabs>
      <w:spacing w:before="0"/>
      <w:ind w:left="1008" w:hanging="1008"/>
    </w:pPr>
  </w:style>
  <w:style w:type="paragraph" w:customStyle="1" w:styleId="practicetest-ALDD">
    <w:name w:val="practicetest-AL (DD)"/>
    <w:basedOn w:val="practicetestAL"/>
    <w:pPr>
      <w:tabs>
        <w:tab w:val="clear" w:pos="1060"/>
        <w:tab w:val="left" w:pos="408"/>
      </w:tabs>
      <w:spacing w:before="320"/>
      <w:ind w:left="840" w:hanging="840"/>
    </w:pPr>
  </w:style>
  <w:style w:type="character" w:customStyle="1" w:styleId="numbold">
    <w:name w:val="num bold"/>
    <w:basedOn w:val="DefaultParagraphFont"/>
    <w:rPr>
      <w:rFonts w:ascii="Verdana" w:hAnsi="Verdana"/>
      <w:b/>
      <w:bCs/>
      <w:sz w:val="24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Cs w:val="20"/>
      <w:lang w:val="en-GB"/>
    </w:rPr>
  </w:style>
  <w:style w:type="paragraph" w:customStyle="1" w:styleId="Tablealist">
    <w:name w:val="Table a) list"/>
    <w:basedOn w:val="Normal"/>
    <w:pPr>
      <w:spacing w:before="60" w:after="320"/>
    </w:pPr>
    <w:rPr>
      <w:rFonts w:ascii="Verdana" w:hAnsi="Verdana"/>
    </w:rPr>
  </w:style>
  <w:style w:type="paragraph" w:customStyle="1" w:styleId="listbulletfullout">
    <w:name w:val="list bullet (full out)"/>
    <w:basedOn w:val="ListBullet"/>
    <w:pPr>
      <w:ind w:left="260"/>
    </w:pPr>
  </w:style>
  <w:style w:type="paragraph" w:customStyle="1" w:styleId="practicetest-NL">
    <w:name w:val="practicetest-NL"/>
    <w:basedOn w:val="practicetest-NLDD"/>
    <w:pPr>
      <w:spacing w:before="320" w:after="0"/>
      <w:ind w:left="400" w:hanging="400"/>
    </w:pPr>
  </w:style>
  <w:style w:type="paragraph" w:customStyle="1" w:styleId="ruleDD">
    <w:name w:val="rule (DD)"/>
    <w:pPr>
      <w:spacing w:before="200" w:line="360" w:lineRule="exact"/>
      <w:ind w:firstLine="560"/>
    </w:pPr>
    <w:rPr>
      <w:rFonts w:ascii="Verdana" w:hAnsi="Verdana"/>
      <w:color w:val="808080"/>
      <w:sz w:val="24"/>
    </w:rPr>
  </w:style>
  <w:style w:type="character" w:styleId="PageNumber">
    <w:name w:val="page number"/>
    <w:basedOn w:val="DefaultParagraphFont"/>
    <w:semiHidden/>
  </w:style>
  <w:style w:type="paragraph" w:customStyle="1" w:styleId="practicetest-AL-1">
    <w:name w:val="practicetest-AL-1"/>
    <w:basedOn w:val="practicetestAL"/>
    <w:pPr>
      <w:tabs>
        <w:tab w:val="clear" w:pos="1060"/>
      </w:tabs>
      <w:spacing w:before="320"/>
      <w:ind w:left="820"/>
    </w:pPr>
  </w:style>
  <w:style w:type="paragraph" w:styleId="BodyTextIndent2">
    <w:name w:val="Body Text Indent 2"/>
    <w:basedOn w:val="Normal"/>
    <w:semiHidden/>
    <w:pPr>
      <w:spacing w:before="180" w:line="280" w:lineRule="exact"/>
      <w:ind w:left="840" w:hanging="360"/>
    </w:pPr>
    <w:rPr>
      <w:rFonts w:ascii="Arial" w:hAnsi="Arial" w:cs="Arial"/>
    </w:rPr>
  </w:style>
  <w:style w:type="paragraph" w:customStyle="1" w:styleId="NL">
    <w:name w:val="NL"/>
    <w:basedOn w:val="BodyTextIndent"/>
  </w:style>
  <w:style w:type="paragraph" w:styleId="BodyTextIndent">
    <w:name w:val="Body Text Indent"/>
    <w:basedOn w:val="Normal"/>
    <w:semiHidden/>
    <w:pPr>
      <w:tabs>
        <w:tab w:val="right" w:pos="360"/>
      </w:tabs>
      <w:spacing w:before="300" w:line="280" w:lineRule="exact"/>
      <w:ind w:left="480" w:hanging="480"/>
    </w:pPr>
    <w:rPr>
      <w:rFonts w:ascii="Arial" w:hAnsi="Arial" w:cs="Arial"/>
    </w:rPr>
  </w:style>
  <w:style w:type="paragraph" w:customStyle="1" w:styleId="NLa">
    <w:name w:val="NL a)"/>
    <w:basedOn w:val="BodyTextIndent2"/>
  </w:style>
  <w:style w:type="paragraph" w:customStyle="1" w:styleId="NLnosp">
    <w:name w:val="NL no sp"/>
    <w:basedOn w:val="NL"/>
    <w:pPr>
      <w:spacing w:befor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4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12"/>
    <w:rPr>
      <w:rFonts w:ascii="Tahoma" w:hAnsi="Tahoma" w:cs="Tahoma"/>
      <w:sz w:val="16"/>
      <w:szCs w:val="16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CA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1"/>
    </w:pPr>
    <w:rPr>
      <w:rFonts w:ascii="Times" w:hAnsi="Times"/>
      <w:b/>
      <w:color w:val="FFFF99"/>
      <w:sz w:val="22"/>
      <w:szCs w:val="20"/>
      <w:u w:val="single"/>
      <w:lang w:val="en-US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Helvetica" w:hAnsi="Helvetica" w:cs="Arial"/>
      <w:b/>
      <w:bCs/>
      <w:color w:val="3366FF"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Helvetica" w:hAnsi="Helvetica" w:cs="Arial"/>
      <w:b/>
      <w:bCs/>
      <w:color w:val="008000"/>
      <w:sz w:val="20"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color w:val="FF6600"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color w:val="0000FF"/>
      <w:sz w:val="28"/>
      <w:szCs w:val="28"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rFonts w:ascii="Verdana" w:hAnsi="Verdana"/>
      <w:b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namedate">
    <w:name w:val="name/date"/>
    <w:basedOn w:val="Normal"/>
    <w:pPr>
      <w:tabs>
        <w:tab w:val="left" w:pos="5400"/>
      </w:tabs>
      <w:spacing w:after="300"/>
    </w:pPr>
    <w:rPr>
      <w:rFonts w:ascii="Verdana" w:hAnsi="Verdana" w:cs="Arial"/>
      <w:sz w:val="22"/>
    </w:rPr>
  </w:style>
  <w:style w:type="paragraph" w:customStyle="1" w:styleId="H1">
    <w:name w:val="H1"/>
    <w:basedOn w:val="Normal"/>
    <w:pPr>
      <w:tabs>
        <w:tab w:val="center" w:pos="9144"/>
      </w:tabs>
      <w:spacing w:after="160" w:line="360" w:lineRule="exact"/>
    </w:pPr>
    <w:rPr>
      <w:rFonts w:ascii="Verdana" w:hAnsi="Verdana" w:cs="Arial"/>
      <w:b/>
      <w:bCs/>
      <w:sz w:val="36"/>
    </w:rPr>
  </w:style>
  <w:style w:type="paragraph" w:customStyle="1" w:styleId="BLM">
    <w:name w:val="BLM #"/>
    <w:basedOn w:val="Normal"/>
    <w:pPr>
      <w:jc w:val="right"/>
    </w:pPr>
    <w:rPr>
      <w:rFonts w:ascii="Verdana" w:hAnsi="Verdana"/>
      <w:b/>
      <w:sz w:val="18"/>
    </w:rPr>
  </w:style>
  <w:style w:type="character" w:customStyle="1" w:styleId="BLMcontinuedd">
    <w:name w:val="BLM continuedd"/>
    <w:basedOn w:val="DefaultParagraphFont"/>
    <w:rPr>
      <w:rFonts w:ascii="Verdana" w:hAnsi="Verdana" w:cs="Arial"/>
      <w:sz w:val="18"/>
    </w:rPr>
  </w:style>
  <w:style w:type="paragraph" w:customStyle="1" w:styleId="TableHead">
    <w:name w:val="Table Head"/>
    <w:basedOn w:val="Normal"/>
    <w:pPr>
      <w:spacing w:before="60" w:after="60" w:line="260" w:lineRule="exact"/>
      <w:jc w:val="center"/>
    </w:pPr>
    <w:rPr>
      <w:rFonts w:ascii="Verdana" w:hAnsi="Verdana" w:cs="Arial"/>
      <w:b/>
      <w:bCs/>
    </w:rPr>
  </w:style>
  <w:style w:type="paragraph" w:customStyle="1" w:styleId="TableText">
    <w:name w:val="Table Text"/>
    <w:basedOn w:val="Normal"/>
    <w:pPr>
      <w:spacing w:before="60" w:after="60" w:line="260" w:lineRule="exact"/>
    </w:pPr>
    <w:rPr>
      <w:rFonts w:ascii="Verdana" w:hAnsi="Verdana" w:cs="Arial"/>
    </w:rPr>
  </w:style>
  <w:style w:type="paragraph" w:customStyle="1" w:styleId="Style1">
    <w:name w:val="Style1"/>
    <w:basedOn w:val="Normal"/>
    <w:pPr>
      <w:numPr>
        <w:numId w:val="2"/>
      </w:numPr>
      <w:spacing w:before="60" w:after="320" w:line="360" w:lineRule="exact"/>
      <w:ind w:left="720"/>
    </w:pPr>
    <w:rPr>
      <w:rFonts w:ascii="Verdana" w:hAnsi="Verdana" w:cs="Arial"/>
    </w:rPr>
  </w:style>
  <w:style w:type="paragraph" w:styleId="Footer">
    <w:name w:val="footer"/>
    <w:basedOn w:val="Normal"/>
    <w:semiHidden/>
    <w:pPr>
      <w:tabs>
        <w:tab w:val="left" w:pos="461"/>
        <w:tab w:val="left" w:pos="5760"/>
      </w:tabs>
    </w:pPr>
    <w:rPr>
      <w:sz w:val="18"/>
    </w:rPr>
  </w:style>
  <w:style w:type="paragraph" w:customStyle="1" w:styleId="MTDisplayEquation">
    <w:name w:val="MTDisplayEquation"/>
    <w:basedOn w:val="Normal"/>
    <w:next w:val="Normal"/>
    <w:pPr>
      <w:tabs>
        <w:tab w:val="center" w:pos="5340"/>
        <w:tab w:val="right" w:pos="9840"/>
      </w:tabs>
      <w:spacing w:line="280" w:lineRule="exact"/>
      <w:ind w:left="840" w:hanging="360"/>
    </w:pPr>
    <w:rPr>
      <w:rFonts w:cs="Arial"/>
    </w:rPr>
  </w:style>
  <w:style w:type="paragraph" w:customStyle="1" w:styleId="H2">
    <w:name w:val="H2"/>
    <w:basedOn w:val="Normal"/>
    <w:pPr>
      <w:spacing w:before="360" w:after="120" w:line="320" w:lineRule="exact"/>
    </w:pPr>
    <w:rPr>
      <w:rFonts w:ascii="Verdana" w:hAnsi="Verdana"/>
      <w:b/>
      <w:sz w:val="28"/>
    </w:rPr>
  </w:style>
  <w:style w:type="paragraph" w:styleId="ListBullet">
    <w:name w:val="List Bullet"/>
    <w:basedOn w:val="Normal"/>
    <w:autoRedefine/>
    <w:semiHidden/>
    <w:pPr>
      <w:spacing w:line="360" w:lineRule="exact"/>
      <w:ind w:left="820" w:hanging="260"/>
    </w:pPr>
    <w:rPr>
      <w:rFonts w:ascii="Verdana" w:hAnsi="Verdana"/>
    </w:rPr>
  </w:style>
  <w:style w:type="paragraph" w:customStyle="1" w:styleId="h3">
    <w:name w:val="h3"/>
    <w:basedOn w:val="Normal"/>
    <w:rPr>
      <w:b/>
      <w:szCs w:val="20"/>
      <w:lang w:val="en-US"/>
    </w:rPr>
  </w:style>
  <w:style w:type="paragraph" w:customStyle="1" w:styleId="practicetest">
    <w:name w:val="practicetest"/>
    <w:basedOn w:val="TableText"/>
    <w:pPr>
      <w:spacing w:after="320" w:line="360" w:lineRule="exact"/>
    </w:pPr>
  </w:style>
  <w:style w:type="paragraph" w:customStyle="1" w:styleId="practicetest-NLDD">
    <w:name w:val="practicetest - NL (DD)"/>
    <w:basedOn w:val="practicetest"/>
    <w:pPr>
      <w:tabs>
        <w:tab w:val="left" w:pos="648"/>
      </w:tabs>
      <w:spacing w:before="0" w:after="60"/>
      <w:ind w:left="560" w:hanging="560"/>
    </w:pPr>
  </w:style>
  <w:style w:type="paragraph" w:customStyle="1" w:styleId="TableNL">
    <w:name w:val="Table NL"/>
    <w:basedOn w:val="TableText"/>
    <w:pPr>
      <w:numPr>
        <w:numId w:val="1"/>
      </w:numPr>
    </w:pPr>
  </w:style>
  <w:style w:type="paragraph" w:customStyle="1" w:styleId="practicetestAL">
    <w:name w:val="practicetest_AL"/>
    <w:basedOn w:val="practicetest"/>
    <w:pPr>
      <w:tabs>
        <w:tab w:val="left" w:pos="1060"/>
      </w:tabs>
      <w:spacing w:after="0"/>
      <w:ind w:left="980" w:hanging="420"/>
    </w:pPr>
  </w:style>
  <w:style w:type="paragraph" w:customStyle="1" w:styleId="practicetestNormal">
    <w:name w:val="practicetest_Normal"/>
    <w:basedOn w:val="practicetest"/>
    <w:pPr>
      <w:spacing w:before="0" w:after="60"/>
    </w:pPr>
    <w:rPr>
      <w:i/>
    </w:rPr>
  </w:style>
  <w:style w:type="paragraph" w:customStyle="1" w:styleId="practicetest-UL">
    <w:name w:val="practicetest -UL"/>
    <w:basedOn w:val="practicetest-NLDD"/>
    <w:pPr>
      <w:ind w:left="0" w:firstLine="0"/>
    </w:pPr>
  </w:style>
  <w:style w:type="paragraph" w:customStyle="1" w:styleId="rule">
    <w:name w:val="rule"/>
    <w:basedOn w:val="Normal"/>
    <w:pPr>
      <w:spacing w:before="200" w:line="360" w:lineRule="exact"/>
      <w:ind w:firstLine="840"/>
    </w:pPr>
    <w:rPr>
      <w:rFonts w:ascii="Verdana" w:hAnsi="Verdana"/>
      <w:color w:val="808080"/>
    </w:rPr>
  </w:style>
  <w:style w:type="paragraph" w:customStyle="1" w:styleId="practicetest-indent">
    <w:name w:val="practicetest-indent"/>
    <w:basedOn w:val="practicetestNormal"/>
    <w:pPr>
      <w:ind w:left="391"/>
    </w:pPr>
  </w:style>
  <w:style w:type="paragraph" w:customStyle="1" w:styleId="practicetest-AL-2">
    <w:name w:val="practicetest-AL-2"/>
    <w:basedOn w:val="practicetest-ALDD"/>
    <w:pPr>
      <w:tabs>
        <w:tab w:val="clear" w:pos="408"/>
        <w:tab w:val="left" w:pos="588"/>
      </w:tabs>
      <w:spacing w:before="0"/>
      <w:ind w:left="1008" w:hanging="1008"/>
    </w:pPr>
  </w:style>
  <w:style w:type="paragraph" w:customStyle="1" w:styleId="practicetest-ALDD">
    <w:name w:val="practicetest-AL (DD)"/>
    <w:basedOn w:val="practicetestAL"/>
    <w:pPr>
      <w:tabs>
        <w:tab w:val="clear" w:pos="1060"/>
        <w:tab w:val="left" w:pos="408"/>
      </w:tabs>
      <w:spacing w:before="320"/>
      <w:ind w:left="840" w:hanging="840"/>
    </w:pPr>
  </w:style>
  <w:style w:type="character" w:customStyle="1" w:styleId="numbold">
    <w:name w:val="num bold"/>
    <w:basedOn w:val="DefaultParagraphFont"/>
    <w:rPr>
      <w:rFonts w:ascii="Verdana" w:hAnsi="Verdana"/>
      <w:b/>
      <w:bCs/>
      <w:sz w:val="24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Cs w:val="20"/>
      <w:lang w:val="en-GB"/>
    </w:rPr>
  </w:style>
  <w:style w:type="paragraph" w:customStyle="1" w:styleId="Tablealist">
    <w:name w:val="Table a) list"/>
    <w:basedOn w:val="Normal"/>
    <w:pPr>
      <w:spacing w:before="60" w:after="320"/>
    </w:pPr>
    <w:rPr>
      <w:rFonts w:ascii="Verdana" w:hAnsi="Verdana"/>
    </w:rPr>
  </w:style>
  <w:style w:type="paragraph" w:customStyle="1" w:styleId="listbulletfullout">
    <w:name w:val="list bullet (full out)"/>
    <w:basedOn w:val="ListBullet"/>
    <w:pPr>
      <w:ind w:left="260"/>
    </w:pPr>
  </w:style>
  <w:style w:type="paragraph" w:customStyle="1" w:styleId="practicetest-NL">
    <w:name w:val="practicetest-NL"/>
    <w:basedOn w:val="practicetest-NLDD"/>
    <w:pPr>
      <w:spacing w:before="320" w:after="0"/>
      <w:ind w:left="400" w:hanging="400"/>
    </w:pPr>
  </w:style>
  <w:style w:type="paragraph" w:customStyle="1" w:styleId="ruleDD">
    <w:name w:val="rule (DD)"/>
    <w:pPr>
      <w:spacing w:before="200" w:line="360" w:lineRule="exact"/>
      <w:ind w:firstLine="560"/>
    </w:pPr>
    <w:rPr>
      <w:rFonts w:ascii="Verdana" w:hAnsi="Verdana"/>
      <w:color w:val="808080"/>
      <w:sz w:val="24"/>
    </w:rPr>
  </w:style>
  <w:style w:type="character" w:styleId="PageNumber">
    <w:name w:val="page number"/>
    <w:basedOn w:val="DefaultParagraphFont"/>
    <w:semiHidden/>
  </w:style>
  <w:style w:type="paragraph" w:customStyle="1" w:styleId="practicetest-AL-1">
    <w:name w:val="practicetest-AL-1"/>
    <w:basedOn w:val="practicetestAL"/>
    <w:pPr>
      <w:tabs>
        <w:tab w:val="clear" w:pos="1060"/>
      </w:tabs>
      <w:spacing w:before="320"/>
      <w:ind w:left="820"/>
    </w:pPr>
  </w:style>
  <w:style w:type="paragraph" w:styleId="BodyTextIndent2">
    <w:name w:val="Body Text Indent 2"/>
    <w:basedOn w:val="Normal"/>
    <w:semiHidden/>
    <w:pPr>
      <w:spacing w:before="180" w:line="280" w:lineRule="exact"/>
      <w:ind w:left="840" w:hanging="360"/>
    </w:pPr>
    <w:rPr>
      <w:rFonts w:ascii="Arial" w:hAnsi="Arial" w:cs="Arial"/>
    </w:rPr>
  </w:style>
  <w:style w:type="paragraph" w:customStyle="1" w:styleId="NL">
    <w:name w:val="NL"/>
    <w:basedOn w:val="BodyTextIndent"/>
  </w:style>
  <w:style w:type="paragraph" w:styleId="BodyTextIndent">
    <w:name w:val="Body Text Indent"/>
    <w:basedOn w:val="Normal"/>
    <w:semiHidden/>
    <w:pPr>
      <w:tabs>
        <w:tab w:val="right" w:pos="360"/>
      </w:tabs>
      <w:spacing w:before="300" w:line="280" w:lineRule="exact"/>
      <w:ind w:left="480" w:hanging="480"/>
    </w:pPr>
    <w:rPr>
      <w:rFonts w:ascii="Arial" w:hAnsi="Arial" w:cs="Arial"/>
    </w:rPr>
  </w:style>
  <w:style w:type="paragraph" w:customStyle="1" w:styleId="NLa">
    <w:name w:val="NL a)"/>
    <w:basedOn w:val="BodyTextIndent2"/>
  </w:style>
  <w:style w:type="paragraph" w:customStyle="1" w:styleId="NLnosp">
    <w:name w:val="NL no sp"/>
    <w:basedOn w:val="NL"/>
    <w:pPr>
      <w:spacing w:befor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4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12"/>
    <w:rPr>
      <w:rFonts w:ascii="Tahoma" w:hAnsi="Tahoma" w:cs="Tahoma"/>
      <w:sz w:val="16"/>
      <w:szCs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a/imgres?q=basketball+shoes+picture&amp;um=1&amp;hl=en&amp;safe=active&amp;sa=N&amp;rls=com.microsoft:en-US&amp;biw=1016&amp;bih=553&amp;tbm=isch&amp;tbnid=bmS1rlWHbDbjeM:&amp;imgrefurl=http://www.besportier.com/archives/jordan-125-team-basketball-sho.html&amp;docid=t2eErL4SQHXMrM&amp;w=443&amp;h=289&amp;ei=D196TumaLKjPiAKQqqXTDw&amp;zoom=1&amp;iact=rc&amp;dur=281&amp;page=2&amp;tbnh=154&amp;tbnw=211&amp;start=15&amp;ndsp=8&amp;ved=1t:429,r:0,s:15&amp;tx=89&amp;ty=88" TargetMode="Externa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oogle.ca/imgres?q=basketball+shoes+picture&amp;um=1&amp;hl=en&amp;safe=active&amp;sa=N&amp;rls=com.microsoft:en-US&amp;biw=1016&amp;bih=553&amp;tbm=isch&amp;tbnid=uS6PNbZyVCLVSM:&amp;imgrefurl=http://www.my-techlab.com/2009/technology/man-basketball-shoes-the-new-technology-for-a-great-game/&amp;docid=yroYMUWC3v9I9M&amp;w=300&amp;h=282&amp;ei=D196TumaLKjPiAKQqqXTDw&amp;zoom=1&amp;iact=rc&amp;dur=390&amp;page=5&amp;tbnh=160&amp;tbnw=170&amp;start=39&amp;ndsp=8&amp;ved=1t:429,r:1,s:39&amp;tx=38&amp;ty=103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google.ca/imgres?q=basketball+shoes+picture&amp;um=1&amp;hl=en&amp;safe=active&amp;sa=N&amp;rls=com.microsoft:en-US&amp;biw=1016&amp;bih=553&amp;tbm=isch&amp;tbnid=E7L4jjTdsC9uzM:&amp;imgrefurl=http://www.kobebryantsstore.com/kobe-6-basketball-shoes-silvery-logo-white-purple-p-70.html&amp;docid=8rL2pyfDVz516M&amp;w=750&amp;h=498&amp;ei=D196TumaLKjPiAKQqqXTDw&amp;zoom=1&amp;iact=rc&amp;dur=859&amp;page=2&amp;tbnh=140&amp;tbnw=211&amp;start=15&amp;ndsp=8&amp;ved=1t:429,r:1,s:15&amp;tx=125&amp;ty=6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pagination\Math%20Links%207%20TR\Template\Math%207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Math 7 template</Template>
  <TotalTime>0</TotalTime>
  <Pages>4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BLACKLINE MASTER 1-1</vt:lpstr>
    </vt:vector>
  </TitlesOfParts>
  <Company>ArtPlus Ltd.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BLACKLINE MASTER 1-1</dc:title>
  <dc:creator>Roopa</dc:creator>
  <cp:lastModifiedBy>ryan</cp:lastModifiedBy>
  <cp:revision>3</cp:revision>
  <cp:lastPrinted>2011-09-21T22:09:00Z</cp:lastPrinted>
  <dcterms:created xsi:type="dcterms:W3CDTF">2012-09-25T03:49:00Z</dcterms:created>
  <dcterms:modified xsi:type="dcterms:W3CDTF">2012-09-25T03:49:00Z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